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159" w:rsidRDefault="00C91159" w:rsidP="00AB05AB">
      <w:pPr>
        <w:jc w:val="center"/>
        <w:rPr>
          <w:b/>
          <w:sz w:val="28"/>
          <w:szCs w:val="28"/>
        </w:rPr>
      </w:pPr>
    </w:p>
    <w:p w:rsidR="00C91159" w:rsidRPr="000558BD" w:rsidRDefault="00C91159" w:rsidP="001B158D">
      <w:pPr>
        <w:jc w:val="center"/>
        <w:rPr>
          <w:b/>
          <w:sz w:val="36"/>
          <w:szCs w:val="36"/>
        </w:rPr>
      </w:pPr>
      <w:r w:rsidRPr="000558BD">
        <w:rPr>
          <w:b/>
          <w:sz w:val="36"/>
          <w:szCs w:val="36"/>
        </w:rPr>
        <w:t>Фестиваль исследовательских и творческих работ учащихся</w:t>
      </w:r>
    </w:p>
    <w:p w:rsidR="00C91159" w:rsidRPr="000558BD" w:rsidRDefault="00C91159" w:rsidP="001B158D">
      <w:pPr>
        <w:jc w:val="center"/>
        <w:rPr>
          <w:b/>
          <w:sz w:val="36"/>
          <w:szCs w:val="36"/>
        </w:rPr>
      </w:pPr>
      <w:r w:rsidRPr="000558BD">
        <w:rPr>
          <w:b/>
          <w:sz w:val="36"/>
          <w:szCs w:val="36"/>
        </w:rPr>
        <w:t>«Портфолио»</w:t>
      </w:r>
    </w:p>
    <w:p w:rsidR="00C91159" w:rsidRDefault="00C91159" w:rsidP="001B158D">
      <w:pPr>
        <w:jc w:val="center"/>
        <w:rPr>
          <w:b/>
          <w:sz w:val="32"/>
          <w:szCs w:val="32"/>
        </w:rPr>
      </w:pPr>
    </w:p>
    <w:p w:rsidR="00C91159" w:rsidRDefault="00C91159" w:rsidP="001B158D">
      <w:pPr>
        <w:jc w:val="center"/>
        <w:rPr>
          <w:b/>
          <w:sz w:val="32"/>
          <w:szCs w:val="32"/>
        </w:rPr>
      </w:pPr>
    </w:p>
    <w:p w:rsidR="00C91159" w:rsidRDefault="00C91159" w:rsidP="001B158D">
      <w:pPr>
        <w:jc w:val="center"/>
        <w:rPr>
          <w:b/>
          <w:sz w:val="32"/>
          <w:szCs w:val="32"/>
        </w:rPr>
      </w:pPr>
    </w:p>
    <w:p w:rsidR="00C91159" w:rsidRPr="001B158D" w:rsidRDefault="00C91159" w:rsidP="001B158D">
      <w:pPr>
        <w:jc w:val="center"/>
        <w:rPr>
          <w:b/>
          <w:sz w:val="32"/>
          <w:szCs w:val="32"/>
        </w:rPr>
      </w:pPr>
    </w:p>
    <w:p w:rsidR="00C91159" w:rsidRPr="001B158D" w:rsidRDefault="00C91159" w:rsidP="001B158D">
      <w:pPr>
        <w:rPr>
          <w:b/>
          <w:sz w:val="28"/>
          <w:szCs w:val="28"/>
        </w:rPr>
      </w:pPr>
    </w:p>
    <w:p w:rsidR="00C91159" w:rsidRDefault="00C91159" w:rsidP="001B158D">
      <w:pPr>
        <w:spacing w:line="360" w:lineRule="auto"/>
        <w:jc w:val="center"/>
        <w:rPr>
          <w:b/>
          <w:sz w:val="28"/>
          <w:szCs w:val="28"/>
        </w:rPr>
      </w:pPr>
      <w:r w:rsidRPr="001B158D">
        <w:rPr>
          <w:b/>
          <w:sz w:val="28"/>
          <w:szCs w:val="28"/>
        </w:rPr>
        <w:t>Информационный проект по теме: «Как вовремя все успевать»</w:t>
      </w:r>
    </w:p>
    <w:p w:rsidR="00C91159" w:rsidRDefault="00C91159" w:rsidP="000558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Конкурс «Учебный проект»</w:t>
      </w:r>
    </w:p>
    <w:p w:rsidR="00C91159" w:rsidRDefault="00C91159" w:rsidP="001B158D">
      <w:pPr>
        <w:spacing w:line="360" w:lineRule="auto"/>
        <w:jc w:val="center"/>
        <w:rPr>
          <w:b/>
          <w:sz w:val="28"/>
          <w:szCs w:val="28"/>
        </w:rPr>
      </w:pPr>
    </w:p>
    <w:p w:rsidR="00C91159" w:rsidRDefault="00C91159" w:rsidP="001B158D">
      <w:pPr>
        <w:spacing w:line="360" w:lineRule="auto"/>
        <w:jc w:val="center"/>
        <w:rPr>
          <w:b/>
          <w:sz w:val="28"/>
          <w:szCs w:val="28"/>
        </w:rPr>
      </w:pPr>
      <w:r w:rsidRPr="001B158D">
        <w:rPr>
          <w:b/>
          <w:sz w:val="28"/>
          <w:szCs w:val="28"/>
        </w:rPr>
        <w:t>Борисова Ирина</w:t>
      </w:r>
      <w:r>
        <w:rPr>
          <w:b/>
          <w:sz w:val="28"/>
          <w:szCs w:val="28"/>
        </w:rPr>
        <w:t xml:space="preserve"> Валерьевна</w:t>
      </w:r>
    </w:p>
    <w:p w:rsidR="00C91159" w:rsidRDefault="00C91159" w:rsidP="001B158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 класс</w:t>
      </w:r>
    </w:p>
    <w:p w:rsidR="00C91159" w:rsidRDefault="00C91159" w:rsidP="001B158D">
      <w:pPr>
        <w:spacing w:line="360" w:lineRule="auto"/>
        <w:jc w:val="center"/>
        <w:rPr>
          <w:b/>
          <w:sz w:val="28"/>
          <w:szCs w:val="28"/>
        </w:rPr>
      </w:pPr>
    </w:p>
    <w:p w:rsidR="00C91159" w:rsidRDefault="00C91159" w:rsidP="001B158D">
      <w:pPr>
        <w:spacing w:line="360" w:lineRule="auto"/>
        <w:jc w:val="center"/>
        <w:rPr>
          <w:b/>
          <w:sz w:val="28"/>
          <w:szCs w:val="28"/>
        </w:rPr>
      </w:pPr>
    </w:p>
    <w:p w:rsidR="00C91159" w:rsidRDefault="00C91159" w:rsidP="001B15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Научный руководитель: Мокрушина Виктория Викторовна</w:t>
      </w:r>
    </w:p>
    <w:p w:rsidR="00C91159" w:rsidRDefault="00C91159" w:rsidP="001B15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МОУ ДОД ДТДМ «Истоки»</w:t>
      </w:r>
    </w:p>
    <w:p w:rsidR="00C91159" w:rsidRPr="00F00135" w:rsidRDefault="00C91159" w:rsidP="001B158D">
      <w:pPr>
        <w:jc w:val="center"/>
        <w:rPr>
          <w:b/>
          <w:sz w:val="28"/>
          <w:szCs w:val="28"/>
        </w:rPr>
      </w:pPr>
    </w:p>
    <w:p w:rsidR="00C91159" w:rsidRPr="001B158D" w:rsidRDefault="00C91159" w:rsidP="001B158D">
      <w:pPr>
        <w:spacing w:line="360" w:lineRule="auto"/>
        <w:jc w:val="center"/>
        <w:rPr>
          <w:b/>
          <w:sz w:val="28"/>
          <w:szCs w:val="28"/>
        </w:rPr>
      </w:pPr>
    </w:p>
    <w:p w:rsidR="00C91159" w:rsidRPr="001B158D" w:rsidRDefault="00C91159" w:rsidP="001B158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91159" w:rsidRDefault="00C91159" w:rsidP="00EB3917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EB3917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EB3917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EB3917">
      <w:pPr>
        <w:spacing w:line="360" w:lineRule="auto"/>
        <w:jc w:val="both"/>
        <w:rPr>
          <w:sz w:val="28"/>
          <w:szCs w:val="28"/>
        </w:rPr>
      </w:pPr>
    </w:p>
    <w:p w:rsidR="00C91159" w:rsidRPr="0004363C" w:rsidRDefault="00C91159" w:rsidP="001B158D">
      <w:pPr>
        <w:spacing w:line="360" w:lineRule="auto"/>
        <w:rPr>
          <w:b/>
          <w:spacing w:val="4"/>
          <w:sz w:val="28"/>
          <w:szCs w:val="28"/>
        </w:rPr>
        <w:sectPr w:rsidR="00C91159" w:rsidRPr="0004363C" w:rsidSect="0004363C">
          <w:footerReference w:type="even" r:id="rId7"/>
          <w:footerReference w:type="default" r:id="rId8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r w:rsidRPr="001B158D">
        <w:rPr>
          <w:b/>
          <w:spacing w:val="4"/>
          <w:sz w:val="28"/>
          <w:szCs w:val="28"/>
        </w:rPr>
        <w:t>2010 – 2011 уч. го</w:t>
      </w:r>
      <w:r>
        <w:rPr>
          <w:b/>
          <w:spacing w:val="4"/>
          <w:sz w:val="28"/>
          <w:szCs w:val="28"/>
        </w:rPr>
        <w:t>д</w:t>
      </w: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  <w:sectPr w:rsidR="00C91159" w:rsidSect="00EB3917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</w:pPr>
    </w:p>
    <w:p w:rsidR="00C91159" w:rsidRDefault="00C91159" w:rsidP="00D166A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Оглавление:</w:t>
      </w:r>
    </w:p>
    <w:p w:rsidR="00C91159" w:rsidRPr="00A34963" w:rsidRDefault="00C91159" w:rsidP="000558BD">
      <w:pPr>
        <w:pStyle w:val="ListParagraph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A34963">
        <w:rPr>
          <w:sz w:val="28"/>
          <w:szCs w:val="28"/>
        </w:rPr>
        <w:t>Введение_____________________________________________</w:t>
      </w:r>
      <w:r>
        <w:rPr>
          <w:sz w:val="28"/>
          <w:szCs w:val="28"/>
        </w:rPr>
        <w:t>_______3</w:t>
      </w:r>
    </w:p>
    <w:p w:rsidR="00C91159" w:rsidRPr="00A34963" w:rsidRDefault="00C91159" w:rsidP="000558BD">
      <w:pPr>
        <w:pStyle w:val="ListParagraph"/>
        <w:numPr>
          <w:ilvl w:val="0"/>
          <w:numId w:val="6"/>
        </w:numPr>
        <w:spacing w:after="200" w:line="360" w:lineRule="auto"/>
        <w:rPr>
          <w:sz w:val="28"/>
          <w:szCs w:val="28"/>
        </w:rPr>
      </w:pPr>
      <w:r>
        <w:rPr>
          <w:sz w:val="28"/>
          <w:szCs w:val="28"/>
        </w:rPr>
        <w:t>Эффективность и время_____</w:t>
      </w:r>
      <w:r w:rsidRPr="00A34963">
        <w:rPr>
          <w:sz w:val="28"/>
          <w:szCs w:val="28"/>
        </w:rPr>
        <w:t>___</w:t>
      </w:r>
      <w:r>
        <w:rPr>
          <w:sz w:val="28"/>
          <w:szCs w:val="28"/>
        </w:rPr>
        <w:t>________________________________5</w:t>
      </w:r>
    </w:p>
    <w:p w:rsidR="00C91159" w:rsidRPr="007D0E18" w:rsidRDefault="00C91159" w:rsidP="000558BD">
      <w:pPr>
        <w:numPr>
          <w:ilvl w:val="0"/>
          <w:numId w:val="6"/>
        </w:numPr>
        <w:spacing w:line="360" w:lineRule="auto"/>
        <w:rPr>
          <w:b/>
          <w:sz w:val="28"/>
          <w:szCs w:val="28"/>
        </w:rPr>
      </w:pPr>
      <w:r w:rsidRPr="00D166A6">
        <w:rPr>
          <w:sz w:val="28"/>
          <w:szCs w:val="28"/>
        </w:rPr>
        <w:t>Хватает ли вам времени, чтобы сделать все, что вы задумали?</w:t>
      </w:r>
      <w:r>
        <w:rPr>
          <w:sz w:val="28"/>
          <w:szCs w:val="28"/>
        </w:rPr>
        <w:t>_______6</w:t>
      </w:r>
    </w:p>
    <w:p w:rsidR="00C91159" w:rsidRPr="00096A0B" w:rsidRDefault="00C91159" w:rsidP="000558BD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D166A6">
        <w:rPr>
          <w:sz w:val="28"/>
          <w:szCs w:val="28"/>
        </w:rPr>
        <w:t>Методы  А. Лакейна</w:t>
      </w:r>
      <w:r w:rsidRPr="00096A0B">
        <w:rPr>
          <w:sz w:val="28"/>
          <w:szCs w:val="28"/>
        </w:rPr>
        <w:t xml:space="preserve"> ________________________________________</w:t>
      </w:r>
      <w:r>
        <w:rPr>
          <w:sz w:val="28"/>
          <w:szCs w:val="28"/>
        </w:rPr>
        <w:t>__7</w:t>
      </w:r>
      <w:r w:rsidRPr="00096A0B">
        <w:rPr>
          <w:sz w:val="28"/>
          <w:szCs w:val="28"/>
        </w:rPr>
        <w:t xml:space="preserve">  </w:t>
      </w:r>
    </w:p>
    <w:p w:rsidR="00C91159" w:rsidRPr="00096A0B" w:rsidRDefault="00C91159" w:rsidP="000558BD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096A0B">
        <w:rPr>
          <w:sz w:val="28"/>
          <w:szCs w:val="28"/>
        </w:rPr>
        <w:t>Выводы__________________________________</w:t>
      </w:r>
      <w:r>
        <w:rPr>
          <w:sz w:val="28"/>
          <w:szCs w:val="28"/>
        </w:rPr>
        <w:t>___________</w:t>
      </w:r>
      <w:r w:rsidRPr="00096A0B">
        <w:rPr>
          <w:sz w:val="28"/>
          <w:szCs w:val="28"/>
        </w:rPr>
        <w:t>______</w:t>
      </w:r>
      <w:r>
        <w:rPr>
          <w:sz w:val="28"/>
          <w:szCs w:val="28"/>
        </w:rPr>
        <w:t>_</w:t>
      </w:r>
      <w:r w:rsidRPr="00096A0B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096A0B">
        <w:rPr>
          <w:sz w:val="28"/>
          <w:szCs w:val="28"/>
        </w:rPr>
        <w:t xml:space="preserve">  </w:t>
      </w:r>
    </w:p>
    <w:p w:rsidR="00C91159" w:rsidRPr="00096A0B" w:rsidRDefault="00C91159" w:rsidP="000558BD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096A0B">
        <w:rPr>
          <w:sz w:val="28"/>
          <w:szCs w:val="28"/>
        </w:rPr>
        <w:t>Библиографический список_______________________</w:t>
      </w:r>
      <w:r>
        <w:rPr>
          <w:sz w:val="28"/>
          <w:szCs w:val="28"/>
        </w:rPr>
        <w:t>_____________</w:t>
      </w:r>
      <w:r w:rsidRPr="00096A0B">
        <w:rPr>
          <w:sz w:val="28"/>
          <w:szCs w:val="28"/>
        </w:rPr>
        <w:t>1</w:t>
      </w:r>
      <w:r>
        <w:rPr>
          <w:sz w:val="28"/>
          <w:szCs w:val="28"/>
        </w:rPr>
        <w:t>4</w:t>
      </w: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</w:pP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</w:pP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</w:pP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</w:pP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</w:pP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</w:pP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</w:pP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</w:pP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</w:pP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</w:pP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</w:pP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</w:pP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</w:pP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</w:pP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</w:pP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</w:pP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</w:pP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</w:pP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</w:pP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</w:pP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</w:pPr>
    </w:p>
    <w:p w:rsidR="00C91159" w:rsidRDefault="00C91159" w:rsidP="001B158D">
      <w:pPr>
        <w:spacing w:line="360" w:lineRule="auto"/>
        <w:rPr>
          <w:spacing w:val="4"/>
          <w:sz w:val="28"/>
          <w:szCs w:val="28"/>
        </w:rPr>
      </w:pPr>
    </w:p>
    <w:p w:rsidR="00C91159" w:rsidRPr="007D0E18" w:rsidRDefault="00C91159" w:rsidP="001B158D">
      <w:pPr>
        <w:spacing w:line="360" w:lineRule="auto"/>
        <w:rPr>
          <w:sz w:val="28"/>
          <w:szCs w:val="28"/>
        </w:rPr>
      </w:pPr>
      <w:r w:rsidRPr="007D0E18">
        <w:rPr>
          <w:sz w:val="28"/>
          <w:szCs w:val="28"/>
        </w:rPr>
        <w:t>Введение.</w:t>
      </w:r>
    </w:p>
    <w:p w:rsidR="00C91159" w:rsidRPr="00B858E1" w:rsidRDefault="00C91159" w:rsidP="00EB3917">
      <w:pPr>
        <w:spacing w:line="360" w:lineRule="auto"/>
        <w:jc w:val="both"/>
        <w:rPr>
          <w:sz w:val="28"/>
          <w:szCs w:val="28"/>
        </w:rPr>
      </w:pPr>
      <w:r w:rsidRPr="00B858E1">
        <w:rPr>
          <w:sz w:val="28"/>
          <w:szCs w:val="28"/>
        </w:rPr>
        <w:t>Любому современному человеку катастрофически не хватает времени, и все жалуются на собственную неорганизованность</w:t>
      </w:r>
      <w:r w:rsidRPr="007D0E18">
        <w:rPr>
          <w:sz w:val="28"/>
          <w:szCs w:val="28"/>
        </w:rPr>
        <w:t xml:space="preserve"> - то забудешь о важном совещании, то опоздаешь, то вовремя не позвонишь по телефону. Из-за этого портятся отношения с коллегами и друзьями, рушатся рабочие планы, ухудшается самочувствие. </w:t>
      </w:r>
      <w:r w:rsidRPr="00B858E1">
        <w:rPr>
          <w:sz w:val="28"/>
          <w:szCs w:val="28"/>
        </w:rPr>
        <w:t xml:space="preserve">Чем человек организованнее, тем ему проще управлять работой, домашними делами и жизнью в целом, тем лучше его отношения с окружающими. Организованность </w:t>
      </w:r>
      <w:r>
        <w:rPr>
          <w:sz w:val="28"/>
          <w:szCs w:val="28"/>
        </w:rPr>
        <w:t>– это</w:t>
      </w:r>
      <w:r w:rsidRPr="00B858E1">
        <w:rPr>
          <w:sz w:val="28"/>
          <w:szCs w:val="28"/>
        </w:rPr>
        <w:t xml:space="preserve"> не врожденная способность, а навык, которому можно научиться. </w:t>
      </w:r>
    </w:p>
    <w:p w:rsidR="00C91159" w:rsidRPr="007D0E18" w:rsidRDefault="00C91159" w:rsidP="00EB3917">
      <w:pPr>
        <w:spacing w:line="360" w:lineRule="auto"/>
        <w:jc w:val="both"/>
        <w:rPr>
          <w:sz w:val="28"/>
          <w:szCs w:val="28"/>
        </w:rPr>
      </w:pPr>
      <w:r w:rsidRPr="007D0E18">
        <w:rPr>
          <w:sz w:val="28"/>
          <w:szCs w:val="28"/>
        </w:rPr>
        <w:t xml:space="preserve">Два </w:t>
      </w:r>
      <w:r>
        <w:rPr>
          <w:sz w:val="28"/>
          <w:szCs w:val="28"/>
        </w:rPr>
        <w:t xml:space="preserve">года </w:t>
      </w:r>
      <w:r w:rsidRPr="007D0E18">
        <w:rPr>
          <w:sz w:val="28"/>
          <w:szCs w:val="28"/>
        </w:rPr>
        <w:t>назад я тоже поняла существование такой проблемы в моей жизни.</w:t>
      </w:r>
      <w:r>
        <w:rPr>
          <w:sz w:val="28"/>
          <w:szCs w:val="28"/>
        </w:rPr>
        <w:t>.</w:t>
      </w:r>
      <w:r w:rsidRPr="007D0E18">
        <w:rPr>
          <w:sz w:val="28"/>
          <w:szCs w:val="28"/>
        </w:rPr>
        <w:t xml:space="preserve"> Но сейчас я с ней благополучно рассталась. А помогла мне в этом книга замечательного автора Алана Лакейна «Как стать хозяином своей судьбы».</w:t>
      </w:r>
      <w:r w:rsidRPr="00335A60">
        <w:rPr>
          <w:sz w:val="28"/>
          <w:szCs w:val="28"/>
        </w:rPr>
        <w:t xml:space="preserve"> </w:t>
      </w:r>
    </w:p>
    <w:p w:rsidR="00C91159" w:rsidRPr="007D0E18" w:rsidRDefault="00C91159" w:rsidP="00EB3917">
      <w:pPr>
        <w:spacing w:line="360" w:lineRule="auto"/>
        <w:jc w:val="both"/>
        <w:rPr>
          <w:sz w:val="28"/>
          <w:szCs w:val="28"/>
        </w:rPr>
      </w:pPr>
      <w:r w:rsidRPr="007D0E18">
        <w:rPr>
          <w:sz w:val="28"/>
          <w:szCs w:val="28"/>
        </w:rPr>
        <w:t>Его книга «Как стать хозяином своей судьбы» разошлась тиражом свыше 3 млн. экземпляров. Что доказывает актуальность моей темы.</w:t>
      </w: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  <w:r w:rsidRPr="007D0E18">
        <w:rPr>
          <w:sz w:val="28"/>
          <w:szCs w:val="28"/>
        </w:rPr>
        <w:t>В своей книге Алан Лакейн рассказывает как отделять важные дела от второстепенных, как правильно ставить цели и определять приоритеты, как планировать, как повысить личную организованность, как экономить время.</w:t>
      </w: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Pr="007D0E18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Pr="000D31C3" w:rsidRDefault="00C91159" w:rsidP="00483136">
      <w:pPr>
        <w:spacing w:line="360" w:lineRule="auto"/>
        <w:jc w:val="both"/>
        <w:rPr>
          <w:sz w:val="28"/>
          <w:szCs w:val="28"/>
        </w:rPr>
      </w:pPr>
      <w:r w:rsidRPr="000558BD">
        <w:rPr>
          <w:sz w:val="28"/>
          <w:szCs w:val="28"/>
          <w:u w:val="single"/>
        </w:rPr>
        <w:t>Цель моей работы:</w:t>
      </w:r>
      <w:r w:rsidRPr="007D0E18">
        <w:rPr>
          <w:sz w:val="28"/>
          <w:szCs w:val="28"/>
        </w:rPr>
        <w:t xml:space="preserve"> </w:t>
      </w:r>
      <w:r w:rsidRPr="000D31C3">
        <w:rPr>
          <w:sz w:val="28"/>
          <w:szCs w:val="28"/>
        </w:rPr>
        <w:t>изучить способы эффективного использования времени.</w:t>
      </w: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Pr="000558BD" w:rsidRDefault="00C91159" w:rsidP="00483136">
      <w:pPr>
        <w:spacing w:line="360" w:lineRule="auto"/>
        <w:jc w:val="both"/>
        <w:rPr>
          <w:sz w:val="28"/>
          <w:szCs w:val="28"/>
          <w:u w:val="single"/>
        </w:rPr>
      </w:pPr>
      <w:r w:rsidRPr="000558BD">
        <w:rPr>
          <w:sz w:val="28"/>
          <w:szCs w:val="28"/>
          <w:u w:val="single"/>
        </w:rPr>
        <w:t>Задачи:</w:t>
      </w:r>
    </w:p>
    <w:p w:rsidR="00C91159" w:rsidRPr="007D0E18" w:rsidRDefault="00C91159" w:rsidP="00385B5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D0E18">
        <w:rPr>
          <w:sz w:val="28"/>
          <w:szCs w:val="28"/>
        </w:rPr>
        <w:t>Дать определение терминам эффективность и время;</w:t>
      </w:r>
    </w:p>
    <w:p w:rsidR="00C91159" w:rsidRPr="007D0E18" w:rsidRDefault="00C91159" w:rsidP="00385B5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D0E18">
        <w:rPr>
          <w:sz w:val="28"/>
          <w:szCs w:val="28"/>
        </w:rPr>
        <w:t>Провести опрос среди населения «Хватает ли вам времени, чтобы сделать все, что вы задумали»;</w:t>
      </w:r>
    </w:p>
    <w:p w:rsidR="00C91159" w:rsidRPr="007D0E18" w:rsidRDefault="00C91159" w:rsidP="00385B5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D0E18">
        <w:rPr>
          <w:sz w:val="28"/>
          <w:szCs w:val="28"/>
        </w:rPr>
        <w:t>Проанализировать произведение А.</w:t>
      </w:r>
      <w:r>
        <w:rPr>
          <w:sz w:val="28"/>
          <w:szCs w:val="28"/>
        </w:rPr>
        <w:t xml:space="preserve"> </w:t>
      </w:r>
      <w:r w:rsidRPr="007D0E18">
        <w:rPr>
          <w:sz w:val="28"/>
          <w:szCs w:val="28"/>
        </w:rPr>
        <w:t>Лакейна;</w:t>
      </w:r>
    </w:p>
    <w:p w:rsidR="00C91159" w:rsidRPr="007D0E18" w:rsidRDefault="00C91159" w:rsidP="00385B5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D0E18">
        <w:rPr>
          <w:sz w:val="28"/>
          <w:szCs w:val="28"/>
        </w:rPr>
        <w:t>На основе произведения А. Лакейна составить свои собственные рекомендации по эффективному использованию времени.</w:t>
      </w:r>
    </w:p>
    <w:p w:rsidR="00C91159" w:rsidRPr="007D0E18" w:rsidRDefault="00C91159" w:rsidP="00230DCC">
      <w:pPr>
        <w:spacing w:line="360" w:lineRule="auto"/>
        <w:ind w:left="720"/>
        <w:jc w:val="both"/>
        <w:rPr>
          <w:sz w:val="28"/>
          <w:szCs w:val="28"/>
        </w:rPr>
      </w:pPr>
    </w:p>
    <w:p w:rsidR="00C91159" w:rsidRPr="007D0E18" w:rsidRDefault="00C91159" w:rsidP="00A9173C">
      <w:pPr>
        <w:spacing w:line="360" w:lineRule="auto"/>
        <w:jc w:val="both"/>
        <w:rPr>
          <w:sz w:val="28"/>
          <w:szCs w:val="28"/>
        </w:rPr>
      </w:pPr>
      <w:r w:rsidRPr="007D0E18">
        <w:rPr>
          <w:sz w:val="28"/>
          <w:szCs w:val="28"/>
        </w:rPr>
        <w:t>Проектный продукт – презентация, содержащая рекомендации по эффективному использованию времени.</w:t>
      </w:r>
    </w:p>
    <w:p w:rsidR="00C91159" w:rsidRPr="007D0E18" w:rsidRDefault="00C91159" w:rsidP="00A9173C">
      <w:pPr>
        <w:spacing w:line="360" w:lineRule="auto"/>
        <w:jc w:val="both"/>
        <w:rPr>
          <w:sz w:val="28"/>
          <w:szCs w:val="28"/>
        </w:rPr>
      </w:pPr>
    </w:p>
    <w:p w:rsidR="00C91159" w:rsidRPr="007D0E18" w:rsidRDefault="00C91159" w:rsidP="00A9173C">
      <w:pPr>
        <w:spacing w:line="360" w:lineRule="auto"/>
        <w:jc w:val="both"/>
        <w:rPr>
          <w:sz w:val="28"/>
          <w:szCs w:val="28"/>
        </w:rPr>
      </w:pPr>
    </w:p>
    <w:p w:rsidR="00C91159" w:rsidRPr="007D0E18" w:rsidRDefault="00C91159" w:rsidP="00A9173C">
      <w:pPr>
        <w:spacing w:line="360" w:lineRule="auto"/>
        <w:jc w:val="both"/>
        <w:rPr>
          <w:sz w:val="28"/>
          <w:szCs w:val="28"/>
        </w:rPr>
      </w:pPr>
    </w:p>
    <w:p w:rsidR="00C91159" w:rsidRPr="007D0E18" w:rsidRDefault="00C91159" w:rsidP="00A9173C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Pr="007D0E18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Pr="007D0E18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0422C6">
      <w:pPr>
        <w:numPr>
          <w:ilvl w:val="0"/>
          <w:numId w:val="2"/>
        </w:numPr>
        <w:spacing w:line="360" w:lineRule="auto"/>
        <w:jc w:val="both"/>
        <w:rPr>
          <w:b/>
          <w:sz w:val="28"/>
          <w:szCs w:val="28"/>
        </w:rPr>
      </w:pPr>
      <w:r w:rsidRPr="007D0E18">
        <w:rPr>
          <w:b/>
          <w:sz w:val="28"/>
          <w:szCs w:val="28"/>
        </w:rPr>
        <w:t>Эффективность и время.</w:t>
      </w:r>
    </w:p>
    <w:p w:rsidR="00C91159" w:rsidRDefault="00C91159" w:rsidP="003E51AB">
      <w:pPr>
        <w:spacing w:line="360" w:lineRule="auto"/>
        <w:jc w:val="both"/>
        <w:rPr>
          <w:sz w:val="28"/>
          <w:szCs w:val="28"/>
        </w:rPr>
      </w:pPr>
      <w:r w:rsidRPr="00635087">
        <w:rPr>
          <w:sz w:val="28"/>
          <w:szCs w:val="28"/>
        </w:rPr>
        <w:t>Что такое время</w:t>
      </w:r>
      <w:r w:rsidRPr="00B858E1">
        <w:rPr>
          <w:sz w:val="28"/>
          <w:szCs w:val="28"/>
        </w:rPr>
        <w:t>? В количественном (метрологическом) смысле понятие время имеет два аспекта: координаты события на временной оси (текущий момент времени), на практике это текущее время — календарное, определяемое правилами календаря и время суток, определяемое какой-либо системой счисления (шкалой) времени</w:t>
      </w:r>
      <w:r w:rsidRPr="00B14BDF">
        <w:rPr>
          <w:sz w:val="28"/>
          <w:szCs w:val="28"/>
        </w:rPr>
        <w:t>, например, местное время, униве</w:t>
      </w:r>
      <w:r>
        <w:rPr>
          <w:sz w:val="28"/>
          <w:szCs w:val="28"/>
        </w:rPr>
        <w:t xml:space="preserve">рсальное координированное время. </w:t>
      </w:r>
    </w:p>
    <w:p w:rsidR="00C91159" w:rsidRPr="00B14BDF" w:rsidRDefault="00C91159" w:rsidP="003E51AB">
      <w:pPr>
        <w:spacing w:line="360" w:lineRule="auto"/>
        <w:jc w:val="both"/>
        <w:rPr>
          <w:sz w:val="28"/>
          <w:szCs w:val="28"/>
        </w:rPr>
      </w:pPr>
      <w:r w:rsidRPr="00B14BDF">
        <w:rPr>
          <w:sz w:val="28"/>
          <w:szCs w:val="28"/>
        </w:rPr>
        <w:t xml:space="preserve">   Впрочем, сущность времени не так просто определить. </w:t>
      </w:r>
    </w:p>
    <w:p w:rsidR="00C91159" w:rsidRPr="00B14BDF" w:rsidRDefault="00C91159" w:rsidP="003E51AB">
      <w:pPr>
        <w:spacing w:line="360" w:lineRule="auto"/>
        <w:jc w:val="both"/>
        <w:rPr>
          <w:sz w:val="28"/>
          <w:szCs w:val="28"/>
        </w:rPr>
      </w:pPr>
      <w:r w:rsidRPr="00B14BDF">
        <w:rPr>
          <w:sz w:val="28"/>
          <w:szCs w:val="28"/>
        </w:rPr>
        <w:t xml:space="preserve">   Время - это текучий образ вечности. Так формулировал Платон. </w:t>
      </w:r>
    </w:p>
    <w:p w:rsidR="00C91159" w:rsidRPr="00B14BDF" w:rsidRDefault="00C91159" w:rsidP="003E51AB">
      <w:pPr>
        <w:spacing w:line="360" w:lineRule="auto"/>
        <w:jc w:val="both"/>
        <w:rPr>
          <w:sz w:val="28"/>
          <w:szCs w:val="28"/>
        </w:rPr>
      </w:pPr>
      <w:r w:rsidRPr="00B14BDF">
        <w:rPr>
          <w:sz w:val="28"/>
          <w:szCs w:val="28"/>
        </w:rPr>
        <w:t xml:space="preserve">   В свою очередь Аристотель считал, что время - это мера движения. </w:t>
      </w:r>
    </w:p>
    <w:p w:rsidR="00C91159" w:rsidRPr="00B14BDF" w:rsidRDefault="00C91159" w:rsidP="003E51AB">
      <w:pPr>
        <w:spacing w:line="360" w:lineRule="auto"/>
        <w:jc w:val="both"/>
        <w:rPr>
          <w:sz w:val="28"/>
          <w:szCs w:val="28"/>
        </w:rPr>
      </w:pPr>
      <w:r w:rsidRPr="00B14BDF">
        <w:rPr>
          <w:sz w:val="28"/>
          <w:szCs w:val="28"/>
        </w:rPr>
        <w:t xml:space="preserve">   Галилео Галилей полагал, что время - понятие общепринятое и лишь говорил: "Время, соответствующее при равном движении большему расстоянию, больше, нежели соответствующее меньшему расстоянию". </w:t>
      </w:r>
    </w:p>
    <w:p w:rsidR="00C91159" w:rsidRPr="00B14BDF" w:rsidRDefault="00C91159" w:rsidP="003E51AB">
      <w:pPr>
        <w:spacing w:line="360" w:lineRule="auto"/>
        <w:jc w:val="both"/>
        <w:rPr>
          <w:sz w:val="28"/>
          <w:szCs w:val="28"/>
        </w:rPr>
      </w:pPr>
      <w:r w:rsidRPr="00B14BDF">
        <w:rPr>
          <w:sz w:val="28"/>
          <w:szCs w:val="28"/>
        </w:rPr>
        <w:t xml:space="preserve">   Альберт Эйнштейн на вопрос о природе времени отвечал весьма иронично: время есть то, что измеряется часами. В его теории относительности время является не определяемым параметром неизвестной природы. Однако своим докладом в Цюрихском обществе естествоиспытателей в 1911 году Эйнштейн шокировал публику. Именно в этом докладе он заявил: "Для движущегося организма длительное время путешествия будет лишь мгновением, если путешествие будет происходить со скоростью, близкой к скорости света!" </w:t>
      </w:r>
    </w:p>
    <w:p w:rsidR="00C91159" w:rsidRPr="00B858E1" w:rsidRDefault="00C91159" w:rsidP="0063508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значит </w:t>
      </w:r>
      <w:r w:rsidRPr="00B858E1">
        <w:rPr>
          <w:sz w:val="28"/>
          <w:szCs w:val="28"/>
        </w:rPr>
        <w:t>управлять временем? Успевать сделать все задуманное. Осуществить свои цели, мечты. Есть такое понятие «эффективно управлять временем», что такое «эффективность»?</w:t>
      </w:r>
    </w:p>
    <w:p w:rsidR="00C91159" w:rsidRPr="00B858E1" w:rsidRDefault="00C91159" w:rsidP="00483136">
      <w:pPr>
        <w:spacing w:line="360" w:lineRule="auto"/>
        <w:jc w:val="both"/>
        <w:rPr>
          <w:sz w:val="28"/>
          <w:szCs w:val="28"/>
        </w:rPr>
      </w:pPr>
      <w:r w:rsidRPr="00B858E1">
        <w:rPr>
          <w:sz w:val="28"/>
          <w:szCs w:val="28"/>
        </w:rPr>
        <w:t>Эффективность-деятельность, позволяющая извлечь максимум выгоды ценой минимальных затрат времени.</w:t>
      </w: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Следовательно </w:t>
      </w:r>
      <w:r w:rsidRPr="00B858E1">
        <w:rPr>
          <w:sz w:val="28"/>
          <w:szCs w:val="28"/>
        </w:rPr>
        <w:t>«</w:t>
      </w:r>
      <w:r>
        <w:rPr>
          <w:sz w:val="28"/>
          <w:szCs w:val="28"/>
        </w:rPr>
        <w:t xml:space="preserve">эффективно управлять временем» </w:t>
      </w:r>
      <w:r w:rsidRPr="00B858E1">
        <w:rPr>
          <w:sz w:val="28"/>
          <w:szCs w:val="28"/>
        </w:rPr>
        <w:t>—</w:t>
      </w:r>
      <w:r>
        <w:rPr>
          <w:sz w:val="28"/>
          <w:szCs w:val="28"/>
        </w:rPr>
        <w:t xml:space="preserve"> значит </w:t>
      </w:r>
      <w:r w:rsidRPr="00B858E1">
        <w:rPr>
          <w:sz w:val="28"/>
          <w:szCs w:val="28"/>
        </w:rPr>
        <w:t>вовремя осуществлять все задуманное ценой минимальных затрат.</w:t>
      </w:r>
    </w:p>
    <w:p w:rsidR="00C91159" w:rsidRPr="007D0E18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Pr="007D0E18" w:rsidRDefault="00C91159" w:rsidP="00483136">
      <w:pPr>
        <w:numPr>
          <w:ilvl w:val="0"/>
          <w:numId w:val="2"/>
        </w:numPr>
        <w:spacing w:line="360" w:lineRule="auto"/>
        <w:jc w:val="both"/>
        <w:rPr>
          <w:b/>
          <w:sz w:val="28"/>
          <w:szCs w:val="28"/>
        </w:rPr>
      </w:pPr>
      <w:r w:rsidRPr="007D0E18">
        <w:rPr>
          <w:b/>
          <w:sz w:val="28"/>
          <w:szCs w:val="28"/>
        </w:rPr>
        <w:t>Хватает ли вам времени, чтобы сделать все, что вы задумали?</w:t>
      </w:r>
    </w:p>
    <w:p w:rsidR="00C91159" w:rsidRPr="007D0E18" w:rsidRDefault="00C91159" w:rsidP="00483136">
      <w:pPr>
        <w:spacing w:line="360" w:lineRule="auto"/>
        <w:jc w:val="both"/>
        <w:rPr>
          <w:sz w:val="28"/>
          <w:szCs w:val="28"/>
        </w:rPr>
      </w:pPr>
      <w:r w:rsidRPr="007D0E18">
        <w:rPr>
          <w:sz w:val="28"/>
          <w:szCs w:val="28"/>
        </w:rPr>
        <w:t>Проведенный опрос среди населения на тему: «Хватает ли вам времени, чтобы сделать все, что задумали?» дал следующий результат (диаграмма №1)</w:t>
      </w:r>
    </w:p>
    <w:p w:rsidR="00C91159" w:rsidRPr="007D0E18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Pr="007D0E18" w:rsidRDefault="00C91159" w:rsidP="00483136">
      <w:pPr>
        <w:spacing w:line="360" w:lineRule="auto"/>
        <w:jc w:val="both"/>
        <w:rPr>
          <w:sz w:val="28"/>
          <w:szCs w:val="28"/>
        </w:rPr>
      </w:pPr>
      <w:r w:rsidRPr="007D0E18">
        <w:rPr>
          <w:sz w:val="28"/>
          <w:szCs w:val="28"/>
        </w:rPr>
        <w:t>Диаграмма  №1. Опрос населения  на тему: «Хватает ли вам времени, чтобы сделать все, что задумали?»</w:t>
      </w:r>
    </w:p>
    <w:p w:rsidR="00C91159" w:rsidRPr="007D0E18" w:rsidRDefault="00C91159" w:rsidP="00483136">
      <w:pPr>
        <w:spacing w:line="360" w:lineRule="auto"/>
        <w:jc w:val="both"/>
        <w:rPr>
          <w:sz w:val="28"/>
          <w:szCs w:val="28"/>
        </w:rPr>
      </w:pPr>
      <w:r w:rsidRPr="00D93950">
        <w:rPr>
          <w:noProof/>
          <w:sz w:val="28"/>
          <w:szCs w:val="28"/>
        </w:rPr>
        <w:object w:dxaOrig="8670" w:dyaOrig="50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433.5pt;height:252.75pt;visibility:visible" o:ole="">
            <v:imagedata r:id="rId9" o:title=""/>
            <o:lock v:ext="edit" aspectratio="f"/>
          </v:shape>
          <o:OLEObject Type="Embed" ProgID="Excel.Sheet.8" ShapeID="Диаграмма 1" DrawAspect="Content" ObjectID="_1357818761" r:id="rId10"/>
        </w:object>
      </w:r>
    </w:p>
    <w:p w:rsidR="00C91159" w:rsidRDefault="00C91159" w:rsidP="00C172C8">
      <w:pPr>
        <w:spacing w:line="360" w:lineRule="auto"/>
        <w:jc w:val="both"/>
        <w:rPr>
          <w:sz w:val="28"/>
          <w:szCs w:val="28"/>
        </w:rPr>
      </w:pPr>
      <w:r w:rsidRPr="007D0E18">
        <w:rPr>
          <w:sz w:val="28"/>
          <w:szCs w:val="28"/>
        </w:rPr>
        <w:t>В опросе приняли участие 18 человек  разных возрастов и социальных статусов.</w:t>
      </w:r>
    </w:p>
    <w:p w:rsidR="00C91159" w:rsidRDefault="00C91159" w:rsidP="00C172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опроса:</w:t>
      </w:r>
    </w:p>
    <w:p w:rsidR="00C91159" w:rsidRDefault="00C91159" w:rsidP="00C172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«ДА» - 5  человек, </w:t>
      </w:r>
    </w:p>
    <w:p w:rsidR="00C91159" w:rsidRDefault="00C91159" w:rsidP="00C172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«Нет» - 6 человек,</w:t>
      </w:r>
    </w:p>
    <w:p w:rsidR="00C91159" w:rsidRDefault="00C91159" w:rsidP="00C172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«Чаще всего да» - 5 человека,</w:t>
      </w:r>
    </w:p>
    <w:p w:rsidR="00C91159" w:rsidRDefault="00C91159" w:rsidP="00C172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«Чаще всего нет» - 2 человека.</w:t>
      </w:r>
    </w:p>
    <w:p w:rsidR="00C91159" w:rsidRDefault="00C91159" w:rsidP="00483136">
      <w:pPr>
        <w:spacing w:line="360" w:lineRule="auto"/>
        <w:jc w:val="both"/>
        <w:rPr>
          <w:sz w:val="28"/>
          <w:szCs w:val="28"/>
        </w:rPr>
      </w:pPr>
      <w:r w:rsidRPr="007D0E18">
        <w:rPr>
          <w:sz w:val="28"/>
          <w:szCs w:val="28"/>
        </w:rPr>
        <w:t>В результате опроса выяснилось, чт</w:t>
      </w:r>
      <w:r>
        <w:rPr>
          <w:sz w:val="28"/>
          <w:szCs w:val="28"/>
        </w:rPr>
        <w:t>о большинство людей, сталкивающих</w:t>
      </w:r>
      <w:r w:rsidRPr="007D0E18">
        <w:rPr>
          <w:sz w:val="28"/>
          <w:szCs w:val="28"/>
        </w:rPr>
        <w:t xml:space="preserve">ся с этой проблемой, студенты и учащиеся старших классов. </w:t>
      </w:r>
      <w:r>
        <w:rPr>
          <w:sz w:val="28"/>
          <w:szCs w:val="28"/>
        </w:rPr>
        <w:t xml:space="preserve">Это 33.3 % из числа всех опрошенных людей. </w:t>
      </w:r>
      <w:r w:rsidRPr="007D0E18">
        <w:rPr>
          <w:sz w:val="28"/>
          <w:szCs w:val="28"/>
        </w:rPr>
        <w:t>По всей видимости, в силу своего возраста, они не могут себя организовать.</w:t>
      </w:r>
      <w:r>
        <w:rPr>
          <w:sz w:val="28"/>
          <w:szCs w:val="28"/>
        </w:rPr>
        <w:t xml:space="preserve"> На молодых людей действует п</w:t>
      </w:r>
      <w:r w:rsidRPr="000558BD">
        <w:rPr>
          <w:sz w:val="28"/>
          <w:szCs w:val="28"/>
        </w:rPr>
        <w:t xml:space="preserve">овышенный гормональный фон и </w:t>
      </w:r>
      <w:r>
        <w:rPr>
          <w:sz w:val="28"/>
          <w:szCs w:val="28"/>
        </w:rPr>
        <w:t xml:space="preserve">большие нагрузки в  учебных и профессиональных заведениях. </w:t>
      </w:r>
    </w:p>
    <w:p w:rsidR="00C91159" w:rsidRPr="007D0E18" w:rsidRDefault="00C91159" w:rsidP="00483136">
      <w:pPr>
        <w:spacing w:line="360" w:lineRule="auto"/>
        <w:jc w:val="both"/>
        <w:rPr>
          <w:sz w:val="28"/>
          <w:szCs w:val="28"/>
        </w:rPr>
      </w:pPr>
    </w:p>
    <w:p w:rsidR="00C91159" w:rsidRPr="007D0E18" w:rsidRDefault="00C91159" w:rsidP="007364D7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sz w:val="28"/>
          <w:szCs w:val="28"/>
        </w:rPr>
      </w:pPr>
      <w:r w:rsidRPr="007D0E18">
        <w:rPr>
          <w:b/>
          <w:sz w:val="28"/>
          <w:szCs w:val="28"/>
        </w:rPr>
        <w:t>Методы  А. Лакейна.</w:t>
      </w:r>
    </w:p>
    <w:p w:rsidR="00C91159" w:rsidRPr="007D0E18" w:rsidRDefault="00C91159" w:rsidP="00BA68DB">
      <w:pPr>
        <w:spacing w:line="360" w:lineRule="auto"/>
        <w:jc w:val="both"/>
        <w:rPr>
          <w:sz w:val="28"/>
          <w:szCs w:val="28"/>
        </w:rPr>
      </w:pPr>
      <w:r w:rsidRPr="007D0E18">
        <w:rPr>
          <w:sz w:val="28"/>
          <w:szCs w:val="28"/>
        </w:rPr>
        <w:t>Разные авторы предлагают различные методы управления своим временем,</w:t>
      </w:r>
      <w:r>
        <w:rPr>
          <w:sz w:val="28"/>
          <w:szCs w:val="28"/>
        </w:rPr>
        <w:t xml:space="preserve"> </w:t>
      </w:r>
      <w:r w:rsidRPr="007D0E18">
        <w:rPr>
          <w:sz w:val="28"/>
          <w:szCs w:val="28"/>
        </w:rPr>
        <w:t>мне наиболее близок Алан Лакейн.</w:t>
      </w:r>
    </w:p>
    <w:p w:rsidR="00C91159" w:rsidRPr="002D6D08" w:rsidRDefault="00C91159" w:rsidP="00557D4E">
      <w:pPr>
        <w:spacing w:line="360" w:lineRule="auto"/>
        <w:jc w:val="both"/>
        <w:rPr>
          <w:sz w:val="28"/>
          <w:szCs w:val="28"/>
        </w:rPr>
      </w:pPr>
      <w:r w:rsidRPr="002D6D08">
        <w:rPr>
          <w:sz w:val="28"/>
          <w:szCs w:val="28"/>
        </w:rPr>
        <w:t>Алан Лакейн является ведущим мировым специалистом по управлению личным временем. Он также известен своими вдохновляющими высказываниями, в том числе «Время = жизни, следовательно, умение распоряжаться своим временем равносильно умению распоряжаться своей жизнью».</w:t>
      </w:r>
    </w:p>
    <w:p w:rsidR="00C91159" w:rsidRPr="007D0E18" w:rsidRDefault="00C91159" w:rsidP="00557D4E">
      <w:pPr>
        <w:spacing w:line="360" w:lineRule="auto"/>
        <w:jc w:val="both"/>
        <w:rPr>
          <w:sz w:val="28"/>
          <w:szCs w:val="28"/>
        </w:rPr>
      </w:pPr>
      <w:r w:rsidRPr="007D0E18">
        <w:rPr>
          <w:sz w:val="28"/>
          <w:szCs w:val="28"/>
        </w:rPr>
        <w:t>В своей книге Алан Лакейн рассказывает о простых методиках, ориентированных на повышение эффективности, и о выработке правильного подхода к организации собственной жизни. Из книги можно узнать, как отделять важные дела от второстепенных, как правильно ставить цели и определять приоритеты, как планировать, как повысить личную организованность, как экономить время.</w:t>
      </w:r>
    </w:p>
    <w:p w:rsidR="00C91159" w:rsidRPr="00BA68DB" w:rsidRDefault="00C91159" w:rsidP="00BA68DB">
      <w:pPr>
        <w:spacing w:line="360" w:lineRule="auto"/>
        <w:jc w:val="both"/>
        <w:rPr>
          <w:b/>
          <w:sz w:val="28"/>
          <w:szCs w:val="28"/>
        </w:rPr>
      </w:pPr>
    </w:p>
    <w:p w:rsidR="00C91159" w:rsidRPr="007D0E18" w:rsidRDefault="00C91159" w:rsidP="00863643">
      <w:pPr>
        <w:pStyle w:val="ListParagraph"/>
        <w:spacing w:line="360" w:lineRule="auto"/>
        <w:ind w:left="-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Таблица №1. Методы эффективного использования времени по книге А. Лакейна.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0"/>
      </w:tblGrid>
      <w:tr w:rsidR="00C91159" w:rsidRPr="007D0E18" w:rsidTr="00D93950"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Метод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Суть метода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Эффект</w:t>
            </w:r>
          </w:p>
        </w:tc>
      </w:tr>
      <w:tr w:rsidR="00C91159" w:rsidRPr="007D0E18" w:rsidTr="00D93950"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 xml:space="preserve">1.Классификация дел по значимости. 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 xml:space="preserve">Распределение дел на категории «А» , «В», «С». «А» - дела, которые для вас наиболее важны. Дела, которым </w:t>
            </w:r>
            <w:r>
              <w:rPr>
                <w:sz w:val="28"/>
                <w:szCs w:val="28"/>
              </w:rPr>
              <w:t>человек уделяет</w:t>
            </w:r>
            <w:r w:rsidRPr="00D93950">
              <w:rPr>
                <w:sz w:val="28"/>
                <w:szCs w:val="28"/>
              </w:rPr>
              <w:t xml:space="preserve">  максимум своего времени.</w:t>
            </w:r>
          </w:p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«Б» - дела "средней" значимости.</w:t>
            </w:r>
          </w:p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"В" - наименее значимые.</w:t>
            </w:r>
          </w:p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"ВЯ»- дела,  которые можно откладывать на неопределенно долгое время без малейшего ущерба для себя.</w:t>
            </w:r>
          </w:p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 xml:space="preserve">Принимая во внимание время дня и степень актуальности, </w:t>
            </w:r>
            <w:r>
              <w:rPr>
                <w:sz w:val="28"/>
                <w:szCs w:val="28"/>
              </w:rPr>
              <w:t>человек может</w:t>
            </w:r>
            <w:r w:rsidRPr="00D93950">
              <w:rPr>
                <w:sz w:val="28"/>
                <w:szCs w:val="28"/>
              </w:rPr>
              <w:t xml:space="preserve">е распределить дела из группы "А" по порядку - А-1, А-2, А-3, А-4 и т.д. </w:t>
            </w:r>
          </w:p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 xml:space="preserve">Этот порядок может со временем изменяться. </w:t>
            </w:r>
          </w:p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 xml:space="preserve">Необходимо постоянно определять приоритеты с точки зрения правильного  использования времени. 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Хорошее планирование позволит извлечь максимум выгоды ценой минимальных затрат времени. Поможет определить приоритеты в делах.</w:t>
            </w:r>
          </w:p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C91159" w:rsidRPr="007D0E18" w:rsidTr="00D93950"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2.Декларация Жизненных Целей.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Записать  свои жизненные цели на листке бумаги. Не записанные цели часто остаются туманными и утопическими мечтами. Записанные  мысли становятся конкретными и определенными, их можно внимательно анализировать, изменять, совершенствовать. Декларация Жизненных Целей не является статичной, ее следует периодически пересматривать.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Этот документ поможет  установить, чего человек на самом деле хочет добиться, определить методы, с помощью которых  сумеет их осуществить, и сделать осмысленным использование времени. Такая Декларация придаст жизни целеустремленное направление, поможет более искусно находить равновесие между различными сторонами жизни.</w:t>
            </w:r>
          </w:p>
        </w:tc>
      </w:tr>
      <w:tr w:rsidR="00C91159" w:rsidRPr="007D0E18" w:rsidTr="00D93950"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3. Список «Что надо сделать»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Записать список дел на каждый день. По мере их выполнения вычеркивать их из списка, добавлять  новые дела, если в этом возникает необходимость, переписать его заново к концу дня или раньше, если его станет трудно</w:t>
            </w:r>
          </w:p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читать.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Этот список поможет ничего не забывать, а точно знать, что  нужно сделать сегодня. Человек, который научился правильно расходовать время, не будет тратить его попусту, придерживаясь устаревших целей.</w:t>
            </w:r>
          </w:p>
        </w:tc>
      </w:tr>
      <w:tr w:rsidR="00C91159" w:rsidRPr="007D0E18" w:rsidTr="00D93950"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4.Научитесь говорить «НЕТ».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 xml:space="preserve">Умение отказывать </w:t>
            </w:r>
            <w:r>
              <w:rPr>
                <w:sz w:val="28"/>
                <w:szCs w:val="28"/>
              </w:rPr>
              <w:t>в просьбах, которые человека</w:t>
            </w:r>
            <w:r w:rsidRPr="00D93950">
              <w:rPr>
                <w:sz w:val="28"/>
                <w:szCs w:val="28"/>
              </w:rPr>
              <w:t xml:space="preserve"> не устраивают или вызывают трудности в выполнении. Необходимо твердо, но вежливо отказать. Когда согласия достичь невозможно, можно пойти на взаимные уступки: можно сделать что-то за человека, в ответ на то, что он сделает что-то за вас.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Этот метод поможет сберечь  массу времени.</w:t>
            </w:r>
          </w:p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 xml:space="preserve"> С помощью простого обмена можно избавиться от многих дел "В", поглощающих время.</w:t>
            </w:r>
          </w:p>
        </w:tc>
      </w:tr>
      <w:tr w:rsidR="00C91159" w:rsidRPr="007D0E18" w:rsidTr="00D93950"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9395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«Вопрос Лакейна».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 xml:space="preserve">Отвечать на вопрос: "Как сейчас можно потратить время с наибольшей пользой?" всякий раз, когда не уверен в правильном использовании времени. 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Этот прием позволит использовать время эффективно и поможет сосредотачиваться на работе.</w:t>
            </w:r>
          </w:p>
        </w:tc>
      </w:tr>
      <w:tr w:rsidR="00C91159" w:rsidRPr="007D0E18" w:rsidTr="00D93950"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D93950">
              <w:rPr>
                <w:sz w:val="28"/>
                <w:szCs w:val="28"/>
              </w:rPr>
              <w:t>.Ежедневный список дел с ограничением времени.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Составить список дел с ограничением времени. Выполнение дел в срок согласно списку. Но при этом список должен предполагать свободное время.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Дает возможность  делам продвигат</w:t>
            </w:r>
            <w:r>
              <w:rPr>
                <w:sz w:val="28"/>
                <w:szCs w:val="28"/>
              </w:rPr>
              <w:t>ься. Появляется стимул, не медли</w:t>
            </w:r>
            <w:r w:rsidRPr="00D93950">
              <w:rPr>
                <w:sz w:val="28"/>
                <w:szCs w:val="28"/>
              </w:rPr>
              <w:t>ть с делами, а выполнять их быстро,  в  срок.</w:t>
            </w:r>
          </w:p>
        </w:tc>
      </w:tr>
      <w:tr w:rsidR="00C91159" w:rsidRPr="007D0E18" w:rsidTr="00D93950"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D93950">
              <w:rPr>
                <w:sz w:val="28"/>
                <w:szCs w:val="28"/>
              </w:rPr>
              <w:t>.Метод «Швейцарского Сыра»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Разложение трудного дела на несколько частей. Таким образом</w:t>
            </w:r>
            <w:r>
              <w:rPr>
                <w:sz w:val="28"/>
                <w:szCs w:val="28"/>
              </w:rPr>
              <w:t>,</w:t>
            </w:r>
            <w:r w:rsidRPr="00D939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одно большое </w:t>
            </w:r>
            <w:r w:rsidRPr="00D93950">
              <w:rPr>
                <w:sz w:val="28"/>
                <w:szCs w:val="28"/>
              </w:rPr>
              <w:t xml:space="preserve">дело становится  </w:t>
            </w:r>
            <w:r>
              <w:rPr>
                <w:sz w:val="28"/>
                <w:szCs w:val="28"/>
              </w:rPr>
              <w:t xml:space="preserve">несколькими маленькими </w:t>
            </w:r>
            <w:r w:rsidRPr="00D93950">
              <w:rPr>
                <w:sz w:val="28"/>
                <w:szCs w:val="28"/>
              </w:rPr>
              <w:t xml:space="preserve"> делами.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Помогает сдвинуть с мертвой точки «неподъемное дело».</w:t>
            </w:r>
          </w:p>
        </w:tc>
      </w:tr>
      <w:tr w:rsidR="00C91159" w:rsidRPr="007D0E18" w:rsidTr="00D93950"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8.Метод «Я</w:t>
            </w:r>
            <w:r w:rsidRPr="00D93950">
              <w:rPr>
                <w:sz w:val="28"/>
                <w:szCs w:val="28"/>
              </w:rPr>
              <w:t xml:space="preserve"> закончу через пять минут»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Человек уговаривает себя сделать какое-либо неприятное для него дело ровно 5 минут. Каждый день, увеличивая количество минут. Данный метод рекомендуется использовать только в крайних случаях.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Поможет сдвинуть неподъемное, для человека, дело в мертвой точки.</w:t>
            </w:r>
          </w:p>
        </w:tc>
      </w:tr>
      <w:tr w:rsidR="00C91159" w:rsidRPr="007D0E18" w:rsidTr="00D93950"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D93950">
              <w:rPr>
                <w:sz w:val="28"/>
                <w:szCs w:val="28"/>
              </w:rPr>
              <w:t>.Метод «Подбадривания».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Расклеить везде слова подбадривания, с помощью  которых человек мог бы придать себе бодрость и позитивное отношение к работе. Он может попробовать подбодрить себя следующими словами: "Ты справишься. Давай и дальше так!" "Перестань ныть, возвращайся к делу!" "Попытка - не пытка!" "Кончай с пораженческими настроениями!". Слова ободрения могут также включать перечень преимуществ, которые человек приобретете после завершения дела «А-1».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Эти призывы помогут преодолеть негативные эмоции и неуверенность. Поможет сдвинуть дело в мертвой точки.</w:t>
            </w:r>
          </w:p>
        </w:tc>
      </w:tr>
      <w:tr w:rsidR="00C91159" w:rsidRPr="007D0E18" w:rsidTr="00D93950"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D93950">
              <w:rPr>
                <w:sz w:val="28"/>
                <w:szCs w:val="28"/>
              </w:rPr>
              <w:t>.Метод «Проб и ошибок»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 xml:space="preserve">Поиск истины через, пробы и неудачи. </w:t>
            </w:r>
          </w:p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Практика помогает обнаружить,  какие идеи работают, а какие - нет.</w:t>
            </w:r>
          </w:p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Каждая "ошибка" приближение  к возможному успеху.</w:t>
            </w:r>
          </w:p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 xml:space="preserve"> Человек способный принять первоначальные поражения на пути к успеху, найдет энергию, которая необходима для того, чтобы добраться до золотой жилы.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Совершение "ошибок" может сэкономить время и приобрести опыт.</w:t>
            </w:r>
          </w:p>
        </w:tc>
      </w:tr>
      <w:tr w:rsidR="00C91159" w:rsidRPr="007D0E18" w:rsidTr="00D93950"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D93950">
              <w:rPr>
                <w:sz w:val="28"/>
                <w:szCs w:val="28"/>
              </w:rPr>
              <w:t>.Метод «Обязательство»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Обязательство пред кем-то выполнить дело в определенный срок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190" w:type="dxa"/>
          </w:tcPr>
          <w:p w:rsidR="00C91159" w:rsidRPr="00D93950" w:rsidRDefault="00C91159" w:rsidP="00D93950">
            <w:pPr>
              <w:spacing w:line="276" w:lineRule="auto"/>
              <w:rPr>
                <w:sz w:val="28"/>
                <w:szCs w:val="28"/>
              </w:rPr>
            </w:pPr>
            <w:r w:rsidRPr="00D93950">
              <w:rPr>
                <w:sz w:val="28"/>
                <w:szCs w:val="28"/>
              </w:rPr>
              <w:t>Стимул к действию.</w:t>
            </w:r>
          </w:p>
        </w:tc>
      </w:tr>
    </w:tbl>
    <w:p w:rsidR="00C91159" w:rsidRDefault="00C91159" w:rsidP="00EB3917">
      <w:pPr>
        <w:spacing w:line="360" w:lineRule="auto"/>
        <w:jc w:val="both"/>
      </w:pPr>
    </w:p>
    <w:p w:rsidR="00C91159" w:rsidRDefault="00C91159" w:rsidP="00EB3917">
      <w:pPr>
        <w:spacing w:line="360" w:lineRule="auto"/>
        <w:jc w:val="both"/>
      </w:pPr>
    </w:p>
    <w:p w:rsidR="00C91159" w:rsidRDefault="00C91159" w:rsidP="00EB3917">
      <w:pPr>
        <w:spacing w:line="360" w:lineRule="auto"/>
        <w:jc w:val="both"/>
      </w:pPr>
    </w:p>
    <w:p w:rsidR="00C91159" w:rsidRDefault="00C91159" w:rsidP="00EB3917">
      <w:pPr>
        <w:spacing w:line="360" w:lineRule="auto"/>
        <w:jc w:val="both"/>
      </w:pPr>
    </w:p>
    <w:p w:rsidR="00C91159" w:rsidRDefault="00C91159" w:rsidP="00EB3917">
      <w:pPr>
        <w:spacing w:line="360" w:lineRule="auto"/>
        <w:jc w:val="both"/>
      </w:pPr>
    </w:p>
    <w:p w:rsidR="00C91159" w:rsidRDefault="00C91159" w:rsidP="00EB3917">
      <w:pPr>
        <w:spacing w:line="360" w:lineRule="auto"/>
        <w:jc w:val="both"/>
      </w:pPr>
    </w:p>
    <w:p w:rsidR="00C91159" w:rsidRDefault="00C91159" w:rsidP="00EB3917">
      <w:pPr>
        <w:spacing w:line="360" w:lineRule="auto"/>
        <w:jc w:val="both"/>
      </w:pPr>
    </w:p>
    <w:p w:rsidR="00C91159" w:rsidRDefault="00C91159" w:rsidP="00EB3917">
      <w:pPr>
        <w:spacing w:line="360" w:lineRule="auto"/>
        <w:jc w:val="both"/>
      </w:pPr>
    </w:p>
    <w:p w:rsidR="00C91159" w:rsidRDefault="00C91159" w:rsidP="00EB3917">
      <w:pPr>
        <w:spacing w:line="360" w:lineRule="auto"/>
        <w:jc w:val="both"/>
      </w:pPr>
    </w:p>
    <w:p w:rsidR="00C91159" w:rsidRDefault="00C91159" w:rsidP="00EB3917">
      <w:pPr>
        <w:spacing w:line="360" w:lineRule="auto"/>
        <w:jc w:val="both"/>
      </w:pPr>
    </w:p>
    <w:p w:rsidR="00C91159" w:rsidRDefault="00C91159" w:rsidP="00EB3917">
      <w:pPr>
        <w:spacing w:line="360" w:lineRule="auto"/>
        <w:jc w:val="both"/>
      </w:pPr>
    </w:p>
    <w:p w:rsidR="00C91159" w:rsidRDefault="00C91159" w:rsidP="00EB3917">
      <w:pPr>
        <w:spacing w:line="360" w:lineRule="auto"/>
        <w:jc w:val="both"/>
      </w:pPr>
    </w:p>
    <w:p w:rsidR="00C91159" w:rsidRDefault="00C91159" w:rsidP="00EB3917">
      <w:pPr>
        <w:spacing w:line="360" w:lineRule="auto"/>
        <w:jc w:val="both"/>
      </w:pPr>
    </w:p>
    <w:p w:rsidR="00C91159" w:rsidRDefault="00C91159" w:rsidP="00EB3917">
      <w:pPr>
        <w:spacing w:line="360" w:lineRule="auto"/>
        <w:jc w:val="both"/>
        <w:rPr>
          <w:b/>
          <w:sz w:val="28"/>
          <w:szCs w:val="28"/>
        </w:rPr>
      </w:pPr>
    </w:p>
    <w:p w:rsidR="00C91159" w:rsidRDefault="00C91159" w:rsidP="00EB3917">
      <w:pPr>
        <w:spacing w:line="360" w:lineRule="auto"/>
        <w:jc w:val="both"/>
        <w:rPr>
          <w:b/>
          <w:sz w:val="28"/>
          <w:szCs w:val="28"/>
        </w:rPr>
      </w:pPr>
    </w:p>
    <w:p w:rsidR="00C91159" w:rsidRDefault="00C91159" w:rsidP="00EB3917">
      <w:pPr>
        <w:spacing w:line="360" w:lineRule="auto"/>
        <w:jc w:val="both"/>
        <w:rPr>
          <w:b/>
          <w:sz w:val="28"/>
          <w:szCs w:val="28"/>
        </w:rPr>
      </w:pPr>
    </w:p>
    <w:p w:rsidR="00C91159" w:rsidRPr="00AB05AB" w:rsidRDefault="00C91159" w:rsidP="00EB3917">
      <w:pPr>
        <w:spacing w:line="360" w:lineRule="auto"/>
        <w:jc w:val="both"/>
        <w:rPr>
          <w:b/>
          <w:sz w:val="28"/>
          <w:szCs w:val="28"/>
        </w:rPr>
      </w:pPr>
      <w:r w:rsidRPr="00AB05AB">
        <w:rPr>
          <w:b/>
          <w:sz w:val="28"/>
          <w:szCs w:val="28"/>
        </w:rPr>
        <w:t>Выводы:</w:t>
      </w:r>
    </w:p>
    <w:p w:rsidR="00C91159" w:rsidRDefault="00C91159" w:rsidP="009E320F">
      <w:pPr>
        <w:spacing w:line="360" w:lineRule="auto"/>
        <w:jc w:val="both"/>
        <w:rPr>
          <w:sz w:val="28"/>
          <w:szCs w:val="28"/>
        </w:rPr>
      </w:pPr>
      <w:r w:rsidRPr="00AB05AB">
        <w:rPr>
          <w:sz w:val="28"/>
          <w:szCs w:val="28"/>
        </w:rPr>
        <w:t>Любому современному человеку катастрофически не хватает времени, и все жалуются на собственную неорганизованность.</w:t>
      </w:r>
    </w:p>
    <w:p w:rsidR="00C91159" w:rsidRDefault="00C91159" w:rsidP="009E320F">
      <w:pPr>
        <w:spacing w:line="360" w:lineRule="auto"/>
        <w:jc w:val="both"/>
        <w:rPr>
          <w:sz w:val="28"/>
          <w:szCs w:val="28"/>
        </w:rPr>
      </w:pPr>
      <w:r w:rsidRPr="00AB05AB">
        <w:rPr>
          <w:sz w:val="28"/>
          <w:szCs w:val="28"/>
        </w:rPr>
        <w:t xml:space="preserve">Чем человек организованнее, тем ему проще управлять работой, домашними делами и жизнью в целом, тем лучше его отношения с окружающими. </w:t>
      </w:r>
    </w:p>
    <w:p w:rsidR="00C91159" w:rsidRPr="00AB05AB" w:rsidRDefault="00C91159" w:rsidP="009E320F">
      <w:pPr>
        <w:spacing w:line="360" w:lineRule="auto"/>
        <w:jc w:val="both"/>
        <w:rPr>
          <w:sz w:val="28"/>
          <w:szCs w:val="28"/>
        </w:rPr>
      </w:pPr>
      <w:r w:rsidRPr="00AB05AB">
        <w:rPr>
          <w:sz w:val="28"/>
          <w:szCs w:val="28"/>
        </w:rPr>
        <w:t xml:space="preserve">Организованность - это не врожденная способность, а навык, которому можно научиться. </w:t>
      </w:r>
    </w:p>
    <w:p w:rsidR="00C91159" w:rsidRPr="00AB05AB" w:rsidRDefault="00C91159" w:rsidP="00AB05AB">
      <w:pPr>
        <w:spacing w:line="360" w:lineRule="auto"/>
        <w:jc w:val="both"/>
        <w:rPr>
          <w:sz w:val="28"/>
          <w:szCs w:val="28"/>
        </w:rPr>
      </w:pPr>
      <w:r w:rsidRPr="00AB05AB">
        <w:rPr>
          <w:sz w:val="28"/>
          <w:szCs w:val="28"/>
        </w:rPr>
        <w:t>Что значит управлять временем? Успевать сделать все задуманное. Осуществить свои цели, мечты. Есть такое понятие «эффективно управлять временем», что такое «эффективность»?</w:t>
      </w:r>
    </w:p>
    <w:p w:rsidR="00C91159" w:rsidRDefault="00C91159" w:rsidP="009E320F">
      <w:pPr>
        <w:spacing w:line="360" w:lineRule="auto"/>
        <w:jc w:val="both"/>
        <w:rPr>
          <w:sz w:val="28"/>
          <w:szCs w:val="28"/>
        </w:rPr>
      </w:pPr>
      <w:r w:rsidRPr="00AB05AB">
        <w:rPr>
          <w:sz w:val="28"/>
          <w:szCs w:val="28"/>
        </w:rPr>
        <w:t>В количественном (метрологическом) смысле понятие время имеет два аспекта: координаты события на временной оси (текущий момент времени), на практике это текущее время — календарное, определяемое правилами календаря и время суток, определяемое какой-либо системой счисления (шкалой) времени</w:t>
      </w:r>
      <w:r>
        <w:rPr>
          <w:sz w:val="28"/>
          <w:szCs w:val="28"/>
        </w:rPr>
        <w:t>.</w:t>
      </w:r>
    </w:p>
    <w:p w:rsidR="00C91159" w:rsidRPr="00AB05AB" w:rsidRDefault="00C91159" w:rsidP="009E320F">
      <w:pPr>
        <w:spacing w:line="360" w:lineRule="auto"/>
        <w:jc w:val="both"/>
        <w:rPr>
          <w:sz w:val="28"/>
          <w:szCs w:val="28"/>
        </w:rPr>
      </w:pPr>
      <w:r w:rsidRPr="00B14BDF">
        <w:rPr>
          <w:sz w:val="28"/>
          <w:szCs w:val="28"/>
        </w:rPr>
        <w:t>Время - это текучий образ вечности. Так формулировал Платон.</w:t>
      </w:r>
    </w:p>
    <w:p w:rsidR="00C91159" w:rsidRPr="00AB05AB" w:rsidRDefault="00C91159" w:rsidP="009E320F">
      <w:pPr>
        <w:spacing w:line="360" w:lineRule="auto"/>
        <w:jc w:val="both"/>
        <w:rPr>
          <w:sz w:val="28"/>
          <w:szCs w:val="28"/>
        </w:rPr>
      </w:pPr>
      <w:r w:rsidRPr="00AB05AB">
        <w:rPr>
          <w:sz w:val="28"/>
          <w:szCs w:val="28"/>
        </w:rPr>
        <w:t>Эффективность-деятельность, позволяющая извлечь максимум выгоды ценой минимальных затрат времени.</w:t>
      </w:r>
    </w:p>
    <w:p w:rsidR="00C91159" w:rsidRPr="00AB05AB" w:rsidRDefault="00C91159" w:rsidP="009E320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«Э</w:t>
      </w:r>
      <w:r w:rsidRPr="00AB05AB">
        <w:rPr>
          <w:sz w:val="28"/>
          <w:szCs w:val="28"/>
        </w:rPr>
        <w:t>ффективно управлять временем» - вовремя осуществлять все задуманное ценой минимальных затрат.</w:t>
      </w:r>
    </w:p>
    <w:p w:rsidR="00C91159" w:rsidRDefault="00C91159" w:rsidP="009E320F">
      <w:pPr>
        <w:spacing w:line="360" w:lineRule="auto"/>
        <w:jc w:val="both"/>
        <w:rPr>
          <w:sz w:val="28"/>
          <w:szCs w:val="28"/>
        </w:rPr>
      </w:pPr>
      <w:r w:rsidRPr="00AB05AB">
        <w:rPr>
          <w:sz w:val="28"/>
          <w:szCs w:val="28"/>
        </w:rPr>
        <w:t xml:space="preserve">Алан Лакейн является ведущим мировым специалистом по управлению личным временем. </w:t>
      </w:r>
    </w:p>
    <w:p w:rsidR="00C91159" w:rsidRDefault="00C91159" w:rsidP="009E320F">
      <w:pPr>
        <w:spacing w:line="360" w:lineRule="auto"/>
        <w:jc w:val="both"/>
        <w:rPr>
          <w:sz w:val="28"/>
          <w:szCs w:val="28"/>
        </w:rPr>
      </w:pPr>
      <w:r w:rsidRPr="00AB05AB">
        <w:rPr>
          <w:sz w:val="28"/>
          <w:szCs w:val="28"/>
        </w:rPr>
        <w:t>Он также известен своими вдохновляющими высказываниями, в том числе «Время = жизни, следовательно, умение распоряжаться своим временем равносильно умению распоряжаться своей жизнью».</w:t>
      </w:r>
    </w:p>
    <w:p w:rsidR="00C91159" w:rsidRPr="009E42AD" w:rsidRDefault="00C91159" w:rsidP="009E320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А. Лакейн предложил следующие методы по эффективному использованию времени:</w:t>
      </w:r>
      <w:r w:rsidRPr="00612217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классификация дел по значимости,</w:t>
      </w:r>
      <w:r w:rsidRPr="00612217">
        <w:rPr>
          <w:sz w:val="28"/>
          <w:szCs w:val="28"/>
        </w:rPr>
        <w:t xml:space="preserve"> </w:t>
      </w:r>
      <w:r>
        <w:rPr>
          <w:sz w:val="28"/>
          <w:szCs w:val="28"/>
        </w:rPr>
        <w:t>Декларация Жизненных Целей,</w:t>
      </w:r>
      <w:r w:rsidRPr="00612217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D93950">
        <w:rPr>
          <w:sz w:val="28"/>
          <w:szCs w:val="28"/>
        </w:rPr>
        <w:t>писок «Что надо сделать»</w:t>
      </w:r>
      <w:r>
        <w:rPr>
          <w:sz w:val="28"/>
          <w:szCs w:val="28"/>
        </w:rPr>
        <w:t>,</w:t>
      </w:r>
      <w:r w:rsidRPr="00612217">
        <w:rPr>
          <w:sz w:val="28"/>
          <w:szCs w:val="28"/>
        </w:rPr>
        <w:t xml:space="preserve"> </w:t>
      </w:r>
      <w:r>
        <w:rPr>
          <w:sz w:val="28"/>
          <w:szCs w:val="28"/>
        </w:rPr>
        <w:t>научитесь говорить «НЕТ»,</w:t>
      </w:r>
      <w:r w:rsidRPr="00612217">
        <w:rPr>
          <w:sz w:val="28"/>
          <w:szCs w:val="28"/>
        </w:rPr>
        <w:t xml:space="preserve"> </w:t>
      </w:r>
      <w:r>
        <w:rPr>
          <w:sz w:val="28"/>
          <w:szCs w:val="28"/>
        </w:rPr>
        <w:t>«Вопрос Лакейна»,</w:t>
      </w:r>
      <w:r w:rsidRPr="00612217">
        <w:rPr>
          <w:sz w:val="28"/>
          <w:szCs w:val="28"/>
        </w:rPr>
        <w:t xml:space="preserve"> </w:t>
      </w:r>
      <w:r w:rsidRPr="009E42AD">
        <w:rPr>
          <w:sz w:val="28"/>
          <w:szCs w:val="28"/>
        </w:rPr>
        <w:t>ежедневный список дел с ограничением времени, метод «Швейцарского Сыра», метод «Я закончу через пять минут», метод «Подбадривания», метод «Проб и ошибок», метод «Обязательство».</w:t>
      </w:r>
    </w:p>
    <w:p w:rsidR="00C91159" w:rsidRPr="009E42AD" w:rsidRDefault="00C91159" w:rsidP="00671930">
      <w:pPr>
        <w:shd w:val="clear" w:color="auto" w:fill="FFFFFF"/>
        <w:spacing w:line="250" w:lineRule="exact"/>
        <w:rPr>
          <w:spacing w:val="4"/>
          <w:sz w:val="28"/>
          <w:szCs w:val="28"/>
        </w:rPr>
      </w:pPr>
      <w:r w:rsidRPr="009E42AD">
        <w:rPr>
          <w:spacing w:val="4"/>
          <w:sz w:val="28"/>
          <w:szCs w:val="28"/>
        </w:rPr>
        <w:t>И так я узнала, что нужно</w:t>
      </w:r>
      <w:r>
        <w:rPr>
          <w:spacing w:val="4"/>
          <w:sz w:val="28"/>
          <w:szCs w:val="28"/>
        </w:rPr>
        <w:t xml:space="preserve"> делать</w:t>
      </w:r>
      <w:r w:rsidRPr="009E42AD">
        <w:rPr>
          <w:spacing w:val="4"/>
          <w:sz w:val="28"/>
          <w:szCs w:val="28"/>
        </w:rPr>
        <w:t>, чтобы быть организованным человеком:</w:t>
      </w:r>
    </w:p>
    <w:p w:rsidR="00C91159" w:rsidRPr="009E42AD" w:rsidRDefault="00C91159" w:rsidP="00671930">
      <w:pPr>
        <w:shd w:val="clear" w:color="auto" w:fill="FFFFFF"/>
        <w:spacing w:line="250" w:lineRule="exact"/>
        <w:rPr>
          <w:sz w:val="28"/>
          <w:szCs w:val="28"/>
        </w:rPr>
      </w:pPr>
    </w:p>
    <w:p w:rsidR="00C91159" w:rsidRPr="009E42AD" w:rsidRDefault="00C91159" w:rsidP="00671930">
      <w:pPr>
        <w:numPr>
          <w:ilvl w:val="0"/>
          <w:numId w:val="8"/>
        </w:numPr>
        <w:shd w:val="clear" w:color="auto" w:fill="FFFFFF"/>
        <w:tabs>
          <w:tab w:val="left" w:pos="1051"/>
        </w:tabs>
        <w:spacing w:line="250" w:lineRule="exact"/>
        <w:rPr>
          <w:sz w:val="28"/>
          <w:szCs w:val="28"/>
        </w:rPr>
      </w:pPr>
      <w:r w:rsidRPr="009E42AD">
        <w:rPr>
          <w:spacing w:val="1"/>
          <w:sz w:val="28"/>
          <w:szCs w:val="28"/>
        </w:rPr>
        <w:t>Точно определя</w:t>
      </w:r>
      <w:r>
        <w:rPr>
          <w:spacing w:val="1"/>
          <w:sz w:val="28"/>
          <w:szCs w:val="28"/>
        </w:rPr>
        <w:t>ть</w:t>
      </w:r>
      <w:r w:rsidRPr="009E42AD">
        <w:rPr>
          <w:spacing w:val="1"/>
          <w:sz w:val="28"/>
          <w:szCs w:val="28"/>
        </w:rPr>
        <w:t xml:space="preserve"> цель своей деятельности</w:t>
      </w:r>
      <w:r>
        <w:rPr>
          <w:spacing w:val="1"/>
          <w:sz w:val="28"/>
          <w:szCs w:val="28"/>
        </w:rPr>
        <w:t>;</w:t>
      </w:r>
    </w:p>
    <w:p w:rsidR="00C91159" w:rsidRPr="009E42AD" w:rsidRDefault="00C91159" w:rsidP="009E42AD">
      <w:pPr>
        <w:shd w:val="clear" w:color="auto" w:fill="FFFFFF"/>
        <w:tabs>
          <w:tab w:val="left" w:pos="1051"/>
        </w:tabs>
        <w:spacing w:line="250" w:lineRule="exact"/>
        <w:ind w:left="284"/>
        <w:rPr>
          <w:sz w:val="28"/>
          <w:szCs w:val="28"/>
        </w:rPr>
      </w:pPr>
    </w:p>
    <w:p w:rsidR="00C91159" w:rsidRDefault="00C91159" w:rsidP="00671930">
      <w:pPr>
        <w:numPr>
          <w:ilvl w:val="0"/>
          <w:numId w:val="8"/>
        </w:numPr>
        <w:shd w:val="clear" w:color="auto" w:fill="FFFFFF"/>
        <w:tabs>
          <w:tab w:val="left" w:pos="1051"/>
        </w:tabs>
        <w:spacing w:line="250" w:lineRule="exact"/>
        <w:rPr>
          <w:sz w:val="28"/>
          <w:szCs w:val="28"/>
        </w:rPr>
      </w:pPr>
      <w:r w:rsidRPr="009E42AD">
        <w:rPr>
          <w:sz w:val="28"/>
          <w:szCs w:val="28"/>
        </w:rPr>
        <w:t>Сосре</w:t>
      </w:r>
      <w:r>
        <w:rPr>
          <w:sz w:val="28"/>
          <w:szCs w:val="28"/>
        </w:rPr>
        <w:t>доточить свои усилия на главном;</w:t>
      </w:r>
    </w:p>
    <w:p w:rsidR="00C91159" w:rsidRPr="009E42AD" w:rsidRDefault="00C91159" w:rsidP="009E42AD">
      <w:pPr>
        <w:shd w:val="clear" w:color="auto" w:fill="FFFFFF"/>
        <w:tabs>
          <w:tab w:val="left" w:pos="1051"/>
        </w:tabs>
        <w:spacing w:line="250" w:lineRule="exact"/>
        <w:rPr>
          <w:sz w:val="28"/>
          <w:szCs w:val="28"/>
        </w:rPr>
      </w:pPr>
    </w:p>
    <w:p w:rsidR="00C91159" w:rsidRDefault="00C91159" w:rsidP="00671930">
      <w:pPr>
        <w:numPr>
          <w:ilvl w:val="0"/>
          <w:numId w:val="8"/>
        </w:numPr>
        <w:shd w:val="clear" w:color="auto" w:fill="FFFFFF"/>
        <w:tabs>
          <w:tab w:val="left" w:pos="1051"/>
        </w:tabs>
        <w:spacing w:line="250" w:lineRule="exact"/>
        <w:rPr>
          <w:sz w:val="28"/>
          <w:szCs w:val="28"/>
        </w:rPr>
      </w:pPr>
      <w:r>
        <w:rPr>
          <w:spacing w:val="2"/>
          <w:sz w:val="28"/>
          <w:szCs w:val="28"/>
        </w:rPr>
        <w:t>Придумать</w:t>
      </w:r>
      <w:r w:rsidRPr="009E42AD">
        <w:rPr>
          <w:spacing w:val="2"/>
          <w:sz w:val="28"/>
          <w:szCs w:val="28"/>
        </w:rPr>
        <w:t xml:space="preserve"> себе стимулы</w:t>
      </w:r>
      <w:r>
        <w:rPr>
          <w:spacing w:val="2"/>
          <w:sz w:val="28"/>
          <w:szCs w:val="28"/>
        </w:rPr>
        <w:t>;</w:t>
      </w:r>
    </w:p>
    <w:p w:rsidR="00C91159" w:rsidRDefault="00C91159" w:rsidP="009E42AD">
      <w:pPr>
        <w:shd w:val="clear" w:color="auto" w:fill="FFFFFF"/>
        <w:tabs>
          <w:tab w:val="left" w:pos="1051"/>
        </w:tabs>
        <w:spacing w:line="250" w:lineRule="exact"/>
        <w:rPr>
          <w:spacing w:val="2"/>
          <w:sz w:val="28"/>
          <w:szCs w:val="28"/>
        </w:rPr>
      </w:pPr>
    </w:p>
    <w:p w:rsidR="00C91159" w:rsidRDefault="00C91159" w:rsidP="00671930">
      <w:pPr>
        <w:numPr>
          <w:ilvl w:val="0"/>
          <w:numId w:val="8"/>
        </w:numPr>
        <w:shd w:val="clear" w:color="auto" w:fill="FFFFFF"/>
        <w:tabs>
          <w:tab w:val="left" w:pos="1051"/>
        </w:tabs>
        <w:spacing w:line="250" w:lineRule="exact"/>
        <w:rPr>
          <w:sz w:val="28"/>
          <w:szCs w:val="28"/>
        </w:rPr>
      </w:pPr>
      <w:r>
        <w:rPr>
          <w:spacing w:val="2"/>
          <w:sz w:val="28"/>
          <w:szCs w:val="28"/>
        </w:rPr>
        <w:t>Научиться</w:t>
      </w:r>
      <w:r w:rsidRPr="009E42AD">
        <w:rPr>
          <w:spacing w:val="2"/>
          <w:sz w:val="28"/>
          <w:szCs w:val="28"/>
        </w:rPr>
        <w:t xml:space="preserve"> говорить людям «нет»</w:t>
      </w:r>
      <w:r>
        <w:rPr>
          <w:spacing w:val="2"/>
          <w:sz w:val="28"/>
          <w:szCs w:val="28"/>
        </w:rPr>
        <w:t>;</w:t>
      </w:r>
    </w:p>
    <w:p w:rsidR="00C91159" w:rsidRPr="009E42AD" w:rsidRDefault="00C91159" w:rsidP="009E42AD">
      <w:pPr>
        <w:shd w:val="clear" w:color="auto" w:fill="FFFFFF"/>
        <w:tabs>
          <w:tab w:val="left" w:pos="1051"/>
        </w:tabs>
        <w:spacing w:line="250" w:lineRule="exact"/>
        <w:rPr>
          <w:sz w:val="28"/>
          <w:szCs w:val="28"/>
        </w:rPr>
      </w:pPr>
    </w:p>
    <w:p w:rsidR="00C91159" w:rsidRDefault="00C91159" w:rsidP="00671930">
      <w:pPr>
        <w:numPr>
          <w:ilvl w:val="0"/>
          <w:numId w:val="8"/>
        </w:numPr>
        <w:shd w:val="clear" w:color="auto" w:fill="FFFFFF"/>
        <w:tabs>
          <w:tab w:val="left" w:pos="1051"/>
        </w:tabs>
        <w:spacing w:line="250" w:lineRule="exact"/>
        <w:rPr>
          <w:sz w:val="28"/>
          <w:szCs w:val="28"/>
        </w:rPr>
      </w:pPr>
      <w:r>
        <w:rPr>
          <w:sz w:val="28"/>
          <w:szCs w:val="28"/>
        </w:rPr>
        <w:t>Использовать время полностью;</w:t>
      </w:r>
    </w:p>
    <w:p w:rsidR="00C91159" w:rsidRPr="009E42AD" w:rsidRDefault="00C91159" w:rsidP="009E42AD">
      <w:pPr>
        <w:shd w:val="clear" w:color="auto" w:fill="FFFFFF"/>
        <w:tabs>
          <w:tab w:val="left" w:pos="1051"/>
        </w:tabs>
        <w:spacing w:line="250" w:lineRule="exact"/>
        <w:rPr>
          <w:sz w:val="28"/>
          <w:szCs w:val="28"/>
        </w:rPr>
      </w:pPr>
    </w:p>
    <w:p w:rsidR="00C91159" w:rsidRPr="009E42AD" w:rsidRDefault="00C91159" w:rsidP="00671930">
      <w:pPr>
        <w:numPr>
          <w:ilvl w:val="0"/>
          <w:numId w:val="8"/>
        </w:numPr>
        <w:shd w:val="clear" w:color="auto" w:fill="FFFFFF"/>
        <w:tabs>
          <w:tab w:val="left" w:pos="1051"/>
        </w:tabs>
        <w:spacing w:line="250" w:lineRule="exact"/>
        <w:rPr>
          <w:sz w:val="28"/>
          <w:szCs w:val="28"/>
        </w:rPr>
      </w:pPr>
      <w:r w:rsidRPr="009E42AD">
        <w:rPr>
          <w:spacing w:val="1"/>
          <w:sz w:val="28"/>
          <w:szCs w:val="28"/>
        </w:rPr>
        <w:t>Приступа</w:t>
      </w:r>
      <w:r>
        <w:rPr>
          <w:spacing w:val="1"/>
          <w:sz w:val="28"/>
          <w:szCs w:val="28"/>
        </w:rPr>
        <w:t>ть</w:t>
      </w:r>
      <w:r w:rsidRPr="009E42AD">
        <w:rPr>
          <w:spacing w:val="1"/>
          <w:sz w:val="28"/>
          <w:szCs w:val="28"/>
        </w:rPr>
        <w:t xml:space="preserve"> к делу сразу же</w:t>
      </w:r>
      <w:r>
        <w:rPr>
          <w:spacing w:val="1"/>
          <w:sz w:val="28"/>
          <w:szCs w:val="28"/>
        </w:rPr>
        <w:t>;</w:t>
      </w:r>
    </w:p>
    <w:p w:rsidR="00C91159" w:rsidRPr="009E42AD" w:rsidRDefault="00C91159" w:rsidP="009E42AD">
      <w:pPr>
        <w:shd w:val="clear" w:color="auto" w:fill="FFFFFF"/>
        <w:tabs>
          <w:tab w:val="left" w:pos="1051"/>
        </w:tabs>
        <w:spacing w:line="250" w:lineRule="exact"/>
        <w:rPr>
          <w:sz w:val="28"/>
          <w:szCs w:val="28"/>
        </w:rPr>
      </w:pPr>
    </w:p>
    <w:p w:rsidR="00C91159" w:rsidRPr="009E42AD" w:rsidRDefault="00C91159" w:rsidP="00671930">
      <w:pPr>
        <w:numPr>
          <w:ilvl w:val="0"/>
          <w:numId w:val="8"/>
        </w:numPr>
        <w:shd w:val="clear" w:color="auto" w:fill="FFFFFF"/>
        <w:tabs>
          <w:tab w:val="left" w:pos="1051"/>
        </w:tabs>
        <w:spacing w:line="250" w:lineRule="exact"/>
        <w:rPr>
          <w:sz w:val="28"/>
          <w:szCs w:val="28"/>
        </w:rPr>
      </w:pPr>
      <w:r w:rsidRPr="009E42AD">
        <w:rPr>
          <w:spacing w:val="3"/>
          <w:sz w:val="28"/>
          <w:szCs w:val="28"/>
        </w:rPr>
        <w:t>Следит</w:t>
      </w:r>
      <w:r>
        <w:rPr>
          <w:spacing w:val="3"/>
          <w:sz w:val="28"/>
          <w:szCs w:val="28"/>
        </w:rPr>
        <w:t>ь</w:t>
      </w:r>
      <w:r w:rsidRPr="009E42AD">
        <w:rPr>
          <w:spacing w:val="3"/>
          <w:sz w:val="28"/>
          <w:szCs w:val="28"/>
        </w:rPr>
        <w:t xml:space="preserve"> за тем, на что </w:t>
      </w:r>
      <w:r>
        <w:rPr>
          <w:spacing w:val="3"/>
          <w:sz w:val="28"/>
          <w:szCs w:val="28"/>
        </w:rPr>
        <w:t>тратишь</w:t>
      </w:r>
      <w:r w:rsidRPr="009E42AD">
        <w:rPr>
          <w:spacing w:val="3"/>
          <w:sz w:val="28"/>
          <w:szCs w:val="28"/>
        </w:rPr>
        <w:t xml:space="preserve"> время</w:t>
      </w:r>
      <w:r>
        <w:rPr>
          <w:spacing w:val="3"/>
          <w:sz w:val="28"/>
          <w:szCs w:val="28"/>
        </w:rPr>
        <w:t>;</w:t>
      </w:r>
    </w:p>
    <w:p w:rsidR="00C91159" w:rsidRPr="009E42AD" w:rsidRDefault="00C91159" w:rsidP="009E42AD">
      <w:pPr>
        <w:shd w:val="clear" w:color="auto" w:fill="FFFFFF"/>
        <w:tabs>
          <w:tab w:val="left" w:pos="1051"/>
        </w:tabs>
        <w:spacing w:line="250" w:lineRule="exact"/>
        <w:rPr>
          <w:sz w:val="28"/>
          <w:szCs w:val="28"/>
        </w:rPr>
      </w:pPr>
    </w:p>
    <w:p w:rsidR="00C91159" w:rsidRPr="009E42AD" w:rsidRDefault="00C91159" w:rsidP="00671930">
      <w:pPr>
        <w:numPr>
          <w:ilvl w:val="0"/>
          <w:numId w:val="8"/>
        </w:numPr>
        <w:shd w:val="clear" w:color="auto" w:fill="FFFFFF"/>
        <w:tabs>
          <w:tab w:val="left" w:pos="1051"/>
        </w:tabs>
        <w:spacing w:before="5" w:line="250" w:lineRule="exact"/>
        <w:rPr>
          <w:sz w:val="28"/>
          <w:szCs w:val="28"/>
        </w:rPr>
      </w:pPr>
      <w:r>
        <w:rPr>
          <w:spacing w:val="2"/>
          <w:sz w:val="28"/>
          <w:szCs w:val="28"/>
        </w:rPr>
        <w:t>Стараться</w:t>
      </w:r>
      <w:r w:rsidRPr="009E42AD">
        <w:rPr>
          <w:spacing w:val="2"/>
          <w:sz w:val="28"/>
          <w:szCs w:val="28"/>
        </w:rPr>
        <w:t xml:space="preserve"> разнообразить занятия</w:t>
      </w:r>
      <w:r>
        <w:rPr>
          <w:spacing w:val="2"/>
          <w:sz w:val="28"/>
          <w:szCs w:val="28"/>
        </w:rPr>
        <w:t>;</w:t>
      </w:r>
    </w:p>
    <w:p w:rsidR="00C91159" w:rsidRPr="009E42AD" w:rsidRDefault="00C91159" w:rsidP="009E42AD">
      <w:pPr>
        <w:shd w:val="clear" w:color="auto" w:fill="FFFFFF"/>
        <w:tabs>
          <w:tab w:val="left" w:pos="1051"/>
        </w:tabs>
        <w:spacing w:before="5" w:line="250" w:lineRule="exact"/>
        <w:rPr>
          <w:sz w:val="28"/>
          <w:szCs w:val="28"/>
        </w:rPr>
      </w:pPr>
    </w:p>
    <w:p w:rsidR="00C91159" w:rsidRPr="009E42AD" w:rsidRDefault="00C91159" w:rsidP="00671930">
      <w:pPr>
        <w:numPr>
          <w:ilvl w:val="0"/>
          <w:numId w:val="8"/>
        </w:numPr>
        <w:shd w:val="clear" w:color="auto" w:fill="FFFFFF"/>
        <w:tabs>
          <w:tab w:val="left" w:pos="1051"/>
        </w:tabs>
        <w:spacing w:before="5" w:line="250" w:lineRule="exact"/>
        <w:rPr>
          <w:sz w:val="28"/>
          <w:szCs w:val="28"/>
        </w:rPr>
      </w:pPr>
      <w:r>
        <w:rPr>
          <w:spacing w:val="-2"/>
          <w:sz w:val="28"/>
          <w:szCs w:val="28"/>
        </w:rPr>
        <w:t>Приобрести</w:t>
      </w:r>
      <w:r w:rsidRPr="009E42AD">
        <w:rPr>
          <w:spacing w:val="-2"/>
          <w:sz w:val="28"/>
          <w:szCs w:val="28"/>
        </w:rPr>
        <w:t xml:space="preserve"> привычку к записной книжке, дневнику</w:t>
      </w:r>
      <w:r>
        <w:rPr>
          <w:spacing w:val="-2"/>
          <w:sz w:val="28"/>
          <w:szCs w:val="28"/>
        </w:rPr>
        <w:t>;</w:t>
      </w:r>
    </w:p>
    <w:p w:rsidR="00C91159" w:rsidRPr="009E42AD" w:rsidRDefault="00C91159" w:rsidP="009E42AD">
      <w:pPr>
        <w:shd w:val="clear" w:color="auto" w:fill="FFFFFF"/>
        <w:tabs>
          <w:tab w:val="left" w:pos="1051"/>
        </w:tabs>
        <w:spacing w:before="5" w:line="250" w:lineRule="exact"/>
        <w:rPr>
          <w:sz w:val="28"/>
          <w:szCs w:val="28"/>
        </w:rPr>
      </w:pPr>
    </w:p>
    <w:p w:rsidR="00C91159" w:rsidRPr="009E42AD" w:rsidRDefault="00C91159" w:rsidP="00671930">
      <w:pPr>
        <w:numPr>
          <w:ilvl w:val="0"/>
          <w:numId w:val="8"/>
        </w:numPr>
        <w:shd w:val="clear" w:color="auto" w:fill="FFFFFF"/>
        <w:tabs>
          <w:tab w:val="left" w:pos="1051"/>
        </w:tabs>
        <w:spacing w:line="250" w:lineRule="exact"/>
        <w:rPr>
          <w:sz w:val="28"/>
          <w:szCs w:val="28"/>
        </w:rPr>
      </w:pPr>
      <w:r>
        <w:rPr>
          <w:sz w:val="28"/>
          <w:szCs w:val="28"/>
        </w:rPr>
        <w:t>Дать слово - держать</w:t>
      </w:r>
      <w:r w:rsidRPr="009E42AD">
        <w:rPr>
          <w:sz w:val="28"/>
          <w:szCs w:val="28"/>
        </w:rPr>
        <w:t>; да</w:t>
      </w:r>
      <w:r>
        <w:rPr>
          <w:sz w:val="28"/>
          <w:szCs w:val="28"/>
        </w:rPr>
        <w:t>ть</w:t>
      </w:r>
      <w:r w:rsidRPr="009E42AD">
        <w:rPr>
          <w:sz w:val="28"/>
          <w:szCs w:val="28"/>
        </w:rPr>
        <w:t xml:space="preserve"> обязательство </w:t>
      </w:r>
      <w:r>
        <w:rPr>
          <w:sz w:val="28"/>
          <w:szCs w:val="28"/>
        </w:rPr>
        <w:t>– выполнять.</w:t>
      </w:r>
    </w:p>
    <w:p w:rsidR="00C91159" w:rsidRPr="009E42AD" w:rsidRDefault="00C91159" w:rsidP="009E320F">
      <w:pPr>
        <w:spacing w:line="360" w:lineRule="auto"/>
        <w:jc w:val="both"/>
        <w:rPr>
          <w:sz w:val="28"/>
          <w:szCs w:val="28"/>
        </w:rPr>
      </w:pPr>
    </w:p>
    <w:p w:rsidR="00C91159" w:rsidRPr="009E42AD" w:rsidRDefault="00C91159" w:rsidP="009E320F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9E320F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9E320F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EB3917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EB3917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EB3917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EB3917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EB3917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EB3917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EB3917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EB3917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EB3917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EB3917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EB3917">
      <w:pPr>
        <w:spacing w:line="360" w:lineRule="auto"/>
        <w:jc w:val="both"/>
        <w:rPr>
          <w:sz w:val="28"/>
          <w:szCs w:val="28"/>
        </w:rPr>
      </w:pPr>
    </w:p>
    <w:p w:rsidR="00C91159" w:rsidRDefault="00C91159" w:rsidP="00EB3917">
      <w:pPr>
        <w:spacing w:line="360" w:lineRule="auto"/>
        <w:jc w:val="both"/>
        <w:rPr>
          <w:sz w:val="28"/>
          <w:szCs w:val="28"/>
        </w:rPr>
      </w:pPr>
    </w:p>
    <w:p w:rsidR="00C91159" w:rsidRPr="00714FC4" w:rsidRDefault="00C91159" w:rsidP="009E42AD">
      <w:pPr>
        <w:spacing w:line="360" w:lineRule="auto"/>
        <w:rPr>
          <w:b/>
          <w:sz w:val="28"/>
          <w:szCs w:val="28"/>
        </w:rPr>
      </w:pPr>
    </w:p>
    <w:p w:rsidR="00C91159" w:rsidRPr="00714FC4" w:rsidRDefault="00C91159" w:rsidP="009E42AD">
      <w:pPr>
        <w:spacing w:line="360" w:lineRule="auto"/>
        <w:jc w:val="center"/>
        <w:rPr>
          <w:b/>
          <w:sz w:val="28"/>
          <w:szCs w:val="28"/>
        </w:rPr>
      </w:pPr>
      <w:r w:rsidRPr="00714FC4">
        <w:rPr>
          <w:b/>
          <w:sz w:val="28"/>
          <w:szCs w:val="28"/>
        </w:rPr>
        <w:t>Библиографический список:</w:t>
      </w:r>
    </w:p>
    <w:p w:rsidR="00C91159" w:rsidRPr="00C71F68" w:rsidRDefault="00C91159" w:rsidP="00B858E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C71F68">
        <w:rPr>
          <w:sz w:val="28"/>
          <w:szCs w:val="28"/>
        </w:rPr>
        <w:t>Лакейн А. Искус</w:t>
      </w:r>
      <w:r>
        <w:rPr>
          <w:sz w:val="28"/>
          <w:szCs w:val="28"/>
        </w:rPr>
        <w:t>с</w:t>
      </w:r>
      <w:r w:rsidRPr="00C71F68">
        <w:rPr>
          <w:sz w:val="28"/>
          <w:szCs w:val="28"/>
        </w:rPr>
        <w:t>тво успевать. –  М</w:t>
      </w:r>
      <w:r>
        <w:rPr>
          <w:sz w:val="28"/>
          <w:szCs w:val="28"/>
        </w:rPr>
        <w:t>.:</w:t>
      </w:r>
      <w:r w:rsidRPr="00C71F68">
        <w:rPr>
          <w:sz w:val="28"/>
          <w:szCs w:val="28"/>
        </w:rPr>
        <w:t xml:space="preserve"> ISBN</w:t>
      </w:r>
      <w:r>
        <w:rPr>
          <w:sz w:val="28"/>
          <w:szCs w:val="28"/>
        </w:rPr>
        <w:t>,</w:t>
      </w:r>
      <w:r w:rsidRPr="00C71F68">
        <w:rPr>
          <w:sz w:val="28"/>
          <w:szCs w:val="28"/>
        </w:rPr>
        <w:t xml:space="preserve"> 1973</w:t>
      </w:r>
    </w:p>
    <w:p w:rsidR="00C91159" w:rsidRPr="00671930" w:rsidRDefault="00C91159" w:rsidP="00B858E1">
      <w:pPr>
        <w:numPr>
          <w:ilvl w:val="0"/>
          <w:numId w:val="3"/>
        </w:numPr>
        <w:spacing w:line="360" w:lineRule="auto"/>
        <w:jc w:val="both"/>
        <w:rPr>
          <w:i/>
          <w:sz w:val="28"/>
          <w:szCs w:val="28"/>
        </w:rPr>
      </w:pPr>
      <w:r w:rsidRPr="007D0E18">
        <w:rPr>
          <w:sz w:val="28"/>
          <w:szCs w:val="28"/>
        </w:rPr>
        <w:t>Лакейн</w:t>
      </w:r>
      <w:r>
        <w:rPr>
          <w:sz w:val="28"/>
          <w:szCs w:val="28"/>
        </w:rPr>
        <w:t xml:space="preserve"> А. Как стать хозяином своей судьбы. – М.: </w:t>
      </w:r>
      <w:r w:rsidRPr="00AB05AB">
        <w:rPr>
          <w:sz w:val="32"/>
          <w:szCs w:val="28"/>
        </w:rPr>
        <w:t>Р</w:t>
      </w:r>
      <w:r>
        <w:rPr>
          <w:sz w:val="32"/>
          <w:szCs w:val="28"/>
        </w:rPr>
        <w:t>ИПОЛ КЛАССИК</w:t>
      </w:r>
      <w:r>
        <w:rPr>
          <w:sz w:val="28"/>
          <w:szCs w:val="28"/>
        </w:rPr>
        <w:t>, Вече, 1997</w:t>
      </w:r>
    </w:p>
    <w:p w:rsidR="00C91159" w:rsidRPr="00671930" w:rsidRDefault="00C91159" w:rsidP="00B858E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671930">
        <w:rPr>
          <w:sz w:val="28"/>
          <w:szCs w:val="28"/>
        </w:rPr>
        <w:t xml:space="preserve">Керженцев П. М. Организуй самого себя. </w:t>
      </w:r>
      <w:r>
        <w:rPr>
          <w:sz w:val="28"/>
          <w:szCs w:val="28"/>
        </w:rPr>
        <w:t>– М.: Молодая гвардия, 1962</w:t>
      </w:r>
      <w:r w:rsidRPr="00671930">
        <w:rPr>
          <w:sz w:val="28"/>
          <w:szCs w:val="28"/>
        </w:rPr>
        <w:t xml:space="preserve">. </w:t>
      </w:r>
    </w:p>
    <w:p w:rsidR="00C91159" w:rsidRPr="007D0E18" w:rsidRDefault="00C91159" w:rsidP="00B858E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DC65C9">
        <w:rPr>
          <w:sz w:val="28"/>
          <w:szCs w:val="28"/>
        </w:rPr>
        <w:t>Ожегов С.И., Шведова Н.Ю.</w:t>
      </w:r>
      <w:r>
        <w:rPr>
          <w:sz w:val="28"/>
          <w:szCs w:val="28"/>
        </w:rPr>
        <w:t xml:space="preserve"> Толковый словарь русского языка. – М.: А ТЕМП,</w:t>
      </w:r>
      <w:r w:rsidRPr="00DC65C9">
        <w:rPr>
          <w:sz w:val="28"/>
          <w:szCs w:val="28"/>
        </w:rPr>
        <w:t xml:space="preserve"> </w:t>
      </w:r>
      <w:r>
        <w:rPr>
          <w:sz w:val="28"/>
          <w:szCs w:val="28"/>
        </w:rPr>
        <w:t>2008</w:t>
      </w:r>
    </w:p>
    <w:p w:rsidR="00C91159" w:rsidRPr="00C71F68" w:rsidRDefault="00C91159" w:rsidP="00B858E1">
      <w:pPr>
        <w:numPr>
          <w:ilvl w:val="0"/>
          <w:numId w:val="3"/>
        </w:numPr>
        <w:spacing w:line="360" w:lineRule="auto"/>
        <w:jc w:val="both"/>
      </w:pPr>
      <w:hyperlink r:id="rId11" w:history="1">
        <w:r w:rsidRPr="007D0E18">
          <w:rPr>
            <w:rStyle w:val="Hyperlink"/>
            <w:sz w:val="28"/>
            <w:szCs w:val="28"/>
          </w:rPr>
          <w:t>http://ru.wikipedia.org/wiki/Время</w:t>
        </w:r>
      </w:hyperlink>
    </w:p>
    <w:p w:rsidR="00C91159" w:rsidRPr="00383F3B" w:rsidRDefault="00C91159" w:rsidP="00B858E1">
      <w:pPr>
        <w:numPr>
          <w:ilvl w:val="0"/>
          <w:numId w:val="3"/>
        </w:numPr>
        <w:spacing w:line="360" w:lineRule="auto"/>
        <w:jc w:val="both"/>
      </w:pPr>
      <w:hyperlink r:id="rId12" w:history="1">
        <w:r w:rsidRPr="00B70C8F">
          <w:rPr>
            <w:rStyle w:val="Hyperlink"/>
          </w:rPr>
          <w:t>http://books.pchelov.com/bio/AlanLakein.htm</w:t>
        </w:r>
        <w:r w:rsidRPr="00B70C8F">
          <w:rPr>
            <w:rStyle w:val="Hyperlink"/>
            <w:lang w:val="en-US"/>
          </w:rPr>
          <w:t>l</w:t>
        </w:r>
      </w:hyperlink>
    </w:p>
    <w:p w:rsidR="00C91159" w:rsidRPr="007D0E18" w:rsidRDefault="00C91159" w:rsidP="00B858E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hyperlink r:id="rId13" w:history="1">
        <w:r w:rsidRPr="007D0E18">
          <w:rPr>
            <w:rStyle w:val="Hyperlink"/>
            <w:sz w:val="28"/>
            <w:szCs w:val="28"/>
          </w:rPr>
          <w:t>http://books.pchelov.com/bio/AlanLakein.html</w:t>
        </w:r>
      </w:hyperlink>
    </w:p>
    <w:p w:rsidR="00C91159" w:rsidRDefault="00C91159" w:rsidP="00B858E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hyperlink r:id="rId14" w:history="1">
        <w:r w:rsidRPr="00B70C8F">
          <w:rPr>
            <w:rStyle w:val="Hyperlink"/>
            <w:sz w:val="28"/>
            <w:szCs w:val="28"/>
          </w:rPr>
          <w:t>http://zhurnal.lib.ru/g/gusew_a_e/time.shtml</w:t>
        </w:r>
      </w:hyperlink>
    </w:p>
    <w:p w:rsidR="00C91159" w:rsidRDefault="00C91159" w:rsidP="00B858E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hyperlink r:id="rId15" w:history="1">
        <w:r w:rsidRPr="00D73C39">
          <w:rPr>
            <w:rStyle w:val="Hyperlink"/>
            <w:sz w:val="28"/>
            <w:szCs w:val="28"/>
          </w:rPr>
          <w:t>http://en.wikipedia.org/wiki/Alan_Lakein</w:t>
        </w:r>
      </w:hyperlink>
    </w:p>
    <w:p w:rsidR="00C91159" w:rsidRPr="00C71F68" w:rsidRDefault="00C91159" w:rsidP="00B858E1">
      <w:pPr>
        <w:spacing w:line="360" w:lineRule="auto"/>
        <w:jc w:val="both"/>
        <w:rPr>
          <w:sz w:val="28"/>
          <w:szCs w:val="28"/>
        </w:rPr>
      </w:pPr>
    </w:p>
    <w:sectPr w:rsidR="00C91159" w:rsidRPr="00C71F68" w:rsidSect="0004363C">
      <w:type w:val="continuous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159" w:rsidRDefault="00C91159">
      <w:r>
        <w:separator/>
      </w:r>
    </w:p>
  </w:endnote>
  <w:endnote w:type="continuationSeparator" w:id="0">
    <w:p w:rsidR="00C91159" w:rsidRDefault="00C911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159" w:rsidRDefault="00C91159" w:rsidP="00CD5C77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1159" w:rsidRDefault="00C91159" w:rsidP="0004363C">
    <w:pPr>
      <w:pStyle w:val="Footer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159" w:rsidRDefault="00C91159" w:rsidP="00CD5C77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91159" w:rsidRDefault="00C91159" w:rsidP="0004363C">
    <w:pPr>
      <w:pStyle w:val="Footer"/>
      <w:ind w:firstLine="36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159" w:rsidRDefault="00C91159">
      <w:r>
        <w:separator/>
      </w:r>
    </w:p>
  </w:footnote>
  <w:footnote w:type="continuationSeparator" w:id="0">
    <w:p w:rsidR="00C91159" w:rsidRDefault="00C911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65450"/>
    <w:multiLevelType w:val="hybridMultilevel"/>
    <w:tmpl w:val="78364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5F7107"/>
    <w:multiLevelType w:val="hybridMultilevel"/>
    <w:tmpl w:val="50A645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3C36CC"/>
    <w:multiLevelType w:val="hybridMultilevel"/>
    <w:tmpl w:val="6DB672C0"/>
    <w:lvl w:ilvl="0" w:tplc="8C3450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3790FD3"/>
    <w:multiLevelType w:val="hybridMultilevel"/>
    <w:tmpl w:val="E8627AC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E3945E6"/>
    <w:multiLevelType w:val="hybridMultilevel"/>
    <w:tmpl w:val="7FE2A7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26201F"/>
    <w:multiLevelType w:val="hybridMultilevel"/>
    <w:tmpl w:val="00424210"/>
    <w:lvl w:ilvl="0" w:tplc="D0DC0604">
      <w:start w:val="1"/>
      <w:numFmt w:val="bullet"/>
      <w:lvlText w:val=""/>
      <w:lvlJc w:val="left"/>
      <w:pPr>
        <w:tabs>
          <w:tab w:val="num" w:pos="624"/>
        </w:tabs>
        <w:ind w:left="568" w:hanging="284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09A14B3"/>
    <w:multiLevelType w:val="hybridMultilevel"/>
    <w:tmpl w:val="B776DD0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71906C31"/>
    <w:multiLevelType w:val="hybridMultilevel"/>
    <w:tmpl w:val="99F038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9FA"/>
    <w:rsid w:val="00001B69"/>
    <w:rsid w:val="0000735B"/>
    <w:rsid w:val="00016B6D"/>
    <w:rsid w:val="00030224"/>
    <w:rsid w:val="00032082"/>
    <w:rsid w:val="000422C6"/>
    <w:rsid w:val="0004363C"/>
    <w:rsid w:val="000558BD"/>
    <w:rsid w:val="00080B00"/>
    <w:rsid w:val="00096A0B"/>
    <w:rsid w:val="000B507E"/>
    <w:rsid w:val="000D31C3"/>
    <w:rsid w:val="001472D6"/>
    <w:rsid w:val="00170390"/>
    <w:rsid w:val="00197113"/>
    <w:rsid w:val="001A0290"/>
    <w:rsid w:val="001B158D"/>
    <w:rsid w:val="001C4EE7"/>
    <w:rsid w:val="001F1BDD"/>
    <w:rsid w:val="001F27DD"/>
    <w:rsid w:val="001F5519"/>
    <w:rsid w:val="00230DCC"/>
    <w:rsid w:val="00261CBA"/>
    <w:rsid w:val="0027196E"/>
    <w:rsid w:val="00292F83"/>
    <w:rsid w:val="002C1AA5"/>
    <w:rsid w:val="002D6D08"/>
    <w:rsid w:val="002F49B2"/>
    <w:rsid w:val="002F548F"/>
    <w:rsid w:val="0032463D"/>
    <w:rsid w:val="00335A60"/>
    <w:rsid w:val="00337BD3"/>
    <w:rsid w:val="00342195"/>
    <w:rsid w:val="00357840"/>
    <w:rsid w:val="00364991"/>
    <w:rsid w:val="00383F3B"/>
    <w:rsid w:val="00385B53"/>
    <w:rsid w:val="0038758A"/>
    <w:rsid w:val="00391A6C"/>
    <w:rsid w:val="003A40FC"/>
    <w:rsid w:val="003E51AB"/>
    <w:rsid w:val="003E6D56"/>
    <w:rsid w:val="003F3CFC"/>
    <w:rsid w:val="004029DB"/>
    <w:rsid w:val="004064A3"/>
    <w:rsid w:val="00433235"/>
    <w:rsid w:val="00454070"/>
    <w:rsid w:val="00462711"/>
    <w:rsid w:val="004702F1"/>
    <w:rsid w:val="00483136"/>
    <w:rsid w:val="004A05E6"/>
    <w:rsid w:val="004D5B1E"/>
    <w:rsid w:val="004E320F"/>
    <w:rsid w:val="004F0BA3"/>
    <w:rsid w:val="00501267"/>
    <w:rsid w:val="00502D09"/>
    <w:rsid w:val="00513CBA"/>
    <w:rsid w:val="005140F7"/>
    <w:rsid w:val="005257A7"/>
    <w:rsid w:val="00527105"/>
    <w:rsid w:val="00557985"/>
    <w:rsid w:val="00557D4E"/>
    <w:rsid w:val="00574137"/>
    <w:rsid w:val="00595E5F"/>
    <w:rsid w:val="005B0FD4"/>
    <w:rsid w:val="005B2072"/>
    <w:rsid w:val="005D0841"/>
    <w:rsid w:val="005D3D86"/>
    <w:rsid w:val="005D60F0"/>
    <w:rsid w:val="00612217"/>
    <w:rsid w:val="0061453E"/>
    <w:rsid w:val="00635087"/>
    <w:rsid w:val="00662BE9"/>
    <w:rsid w:val="00664186"/>
    <w:rsid w:val="00671930"/>
    <w:rsid w:val="006B7728"/>
    <w:rsid w:val="006D7580"/>
    <w:rsid w:val="006F303F"/>
    <w:rsid w:val="00714FC4"/>
    <w:rsid w:val="007364D7"/>
    <w:rsid w:val="0074397E"/>
    <w:rsid w:val="00745290"/>
    <w:rsid w:val="00753A2B"/>
    <w:rsid w:val="007540AB"/>
    <w:rsid w:val="00787106"/>
    <w:rsid w:val="00792F8A"/>
    <w:rsid w:val="007D0E18"/>
    <w:rsid w:val="007E1DE1"/>
    <w:rsid w:val="00802711"/>
    <w:rsid w:val="00861FCD"/>
    <w:rsid w:val="00863643"/>
    <w:rsid w:val="008B49FA"/>
    <w:rsid w:val="008C5CEC"/>
    <w:rsid w:val="008F0EC0"/>
    <w:rsid w:val="0090252B"/>
    <w:rsid w:val="00904AD1"/>
    <w:rsid w:val="009416B7"/>
    <w:rsid w:val="00944198"/>
    <w:rsid w:val="009B0697"/>
    <w:rsid w:val="009C5844"/>
    <w:rsid w:val="009C6B2E"/>
    <w:rsid w:val="009E320F"/>
    <w:rsid w:val="009E42AD"/>
    <w:rsid w:val="00A24C08"/>
    <w:rsid w:val="00A34963"/>
    <w:rsid w:val="00A80832"/>
    <w:rsid w:val="00A83540"/>
    <w:rsid w:val="00A9173C"/>
    <w:rsid w:val="00AA303B"/>
    <w:rsid w:val="00AB05AB"/>
    <w:rsid w:val="00AB1185"/>
    <w:rsid w:val="00B14BDF"/>
    <w:rsid w:val="00B4765F"/>
    <w:rsid w:val="00B5796E"/>
    <w:rsid w:val="00B70C8F"/>
    <w:rsid w:val="00B77AEB"/>
    <w:rsid w:val="00B858E1"/>
    <w:rsid w:val="00BA3E7E"/>
    <w:rsid w:val="00BA68DB"/>
    <w:rsid w:val="00BB7694"/>
    <w:rsid w:val="00BD3E43"/>
    <w:rsid w:val="00BF2F7B"/>
    <w:rsid w:val="00C113F3"/>
    <w:rsid w:val="00C12BF2"/>
    <w:rsid w:val="00C172C8"/>
    <w:rsid w:val="00C23E17"/>
    <w:rsid w:val="00C24676"/>
    <w:rsid w:val="00C31B11"/>
    <w:rsid w:val="00C347A5"/>
    <w:rsid w:val="00C426D0"/>
    <w:rsid w:val="00C71F68"/>
    <w:rsid w:val="00C8710B"/>
    <w:rsid w:val="00C91159"/>
    <w:rsid w:val="00C92903"/>
    <w:rsid w:val="00CD0B14"/>
    <w:rsid w:val="00CD5C77"/>
    <w:rsid w:val="00D166A6"/>
    <w:rsid w:val="00D20479"/>
    <w:rsid w:val="00D23925"/>
    <w:rsid w:val="00D6175B"/>
    <w:rsid w:val="00D73C39"/>
    <w:rsid w:val="00D75F3F"/>
    <w:rsid w:val="00D8503F"/>
    <w:rsid w:val="00D93950"/>
    <w:rsid w:val="00DC65C9"/>
    <w:rsid w:val="00DE30C9"/>
    <w:rsid w:val="00DE682B"/>
    <w:rsid w:val="00E2085E"/>
    <w:rsid w:val="00E47C2C"/>
    <w:rsid w:val="00E62380"/>
    <w:rsid w:val="00E65588"/>
    <w:rsid w:val="00E8702E"/>
    <w:rsid w:val="00EA0368"/>
    <w:rsid w:val="00EA308A"/>
    <w:rsid w:val="00EB20EF"/>
    <w:rsid w:val="00EB3917"/>
    <w:rsid w:val="00EE18D5"/>
    <w:rsid w:val="00EF2279"/>
    <w:rsid w:val="00EF5006"/>
    <w:rsid w:val="00F00135"/>
    <w:rsid w:val="00F137E1"/>
    <w:rsid w:val="00F23FDC"/>
    <w:rsid w:val="00F32309"/>
    <w:rsid w:val="00F450FC"/>
    <w:rsid w:val="00F86764"/>
    <w:rsid w:val="00F95773"/>
    <w:rsid w:val="00FA1B70"/>
    <w:rsid w:val="00FA593A"/>
    <w:rsid w:val="00FB6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EC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F551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292F8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1C4E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C4E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364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E42A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2FFF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E42A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2FFF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04363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9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books.pchelov.com/bio/AlanLakein.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books.pchelov.com/bio/AlanLakein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&#1042;&#1088;&#1077;&#1084;&#1103;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n.wikipedia.org/wiki/Alan_Lakein" TargetMode="Externa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://zhurnal.lib.ru/g/gusew_a_e/time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774</TotalTime>
  <Pages>14</Pages>
  <Words>1962</Words>
  <Characters>11184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 «Учебный проект»</dc:title>
  <dc:subject/>
  <dc:creator>Админ</dc:creator>
  <cp:keywords/>
  <dc:description/>
  <cp:lastModifiedBy>Админ</cp:lastModifiedBy>
  <cp:revision>62</cp:revision>
  <dcterms:created xsi:type="dcterms:W3CDTF">2011-01-19T10:14:00Z</dcterms:created>
  <dcterms:modified xsi:type="dcterms:W3CDTF">2011-01-29T12:06:00Z</dcterms:modified>
</cp:coreProperties>
</file>